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el"/>
        <w:rPr>
          <w:rFonts w:ascii="PT Sans" w:hAnsi="PT Sans" w:eastAsia="" w:cs="Calibri Light" w:cstheme="majorHAnsi" w:eastAsiaTheme="majorEastAsia"/>
          <w:color w:val="auto"/>
          <w:spacing w:val="5"/>
          <w:kern w:val="2"/>
          <w:sz w:val="52"/>
          <w:szCs w:val="52"/>
          <w:lang w:val="de-DE" w:eastAsia="en-US" w:bidi="ar-SA"/>
        </w:rPr>
      </w:pPr>
      <w:r>
        <w:rPr>
          <w:rFonts w:eastAsia="" w:cs="Calibri Light" w:cstheme="majorHAnsi" w:eastAsiaTheme="majorEastAsia"/>
          <w:color w:val="auto"/>
          <w:spacing w:val="5"/>
          <w:kern w:val="2"/>
          <w:sz w:val="52"/>
          <w:szCs w:val="52"/>
          <w:lang w:val="de-DE" w:eastAsia="en-US" w:bidi="ar-SA"/>
        </w:rPr>
        <w:t>Das Internet</w:t>
      </w:r>
    </w:p>
    <w:p>
      <w:pPr>
        <w:pStyle w:val="Untertitel"/>
        <w:rPr/>
      </w:pPr>
      <w:r>
        <w:rPr/>
        <w:t>Wissensspeicher</w:t>
      </w:r>
    </w:p>
    <w:tbl>
      <w:tblPr>
        <w:tblStyle w:val="Tabellenraster"/>
        <w:tblW w:w="9776" w:type="dxa"/>
        <w:jc w:val="left"/>
        <w:tblInd w:w="0" w:type="dxa"/>
        <w:tblLayout w:type="fixed"/>
        <w:tblCellMar>
          <w:top w:w="28" w:type="dxa"/>
          <w:left w:w="108" w:type="dxa"/>
          <w:bottom w:w="28" w:type="dxa"/>
          <w:right w:w="108" w:type="dxa"/>
        </w:tblCellMar>
        <w:tblLook w:firstRow="1" w:noVBand="1" w:lastRow="0" w:firstColumn="1" w:lastColumn="0" w:noHBand="0" w:val="04a0"/>
      </w:tblPr>
      <w:tblGrid>
        <w:gridCol w:w="9776"/>
      </w:tblGrid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BDE8FF" w:themeFill="accent1" w:themeFillTint="33" w:val="clear"/>
          </w:tcPr>
          <w:p>
            <w:pPr>
              <w:pStyle w:val="Berschrift1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rPr>
                <w:rFonts w:ascii="PT Sans" w:hAnsi="PT Sans" w:eastAsia="" w:cs="Calibri" w:cstheme="minorHAnsi" w:eastAsiaTheme="majorEastAsia"/>
                <w:b/>
                <w:b/>
                <w:bCs/>
                <w:color w:val="0077B6" w:themeColor="accent1"/>
                <w:kern w:val="0"/>
                <w:sz w:val="28"/>
                <w:szCs w:val="32"/>
                <w:lang w:val="de-DE" w:eastAsia="en-US" w:bidi="ar-SA"/>
              </w:rPr>
            </w:pPr>
            <w:r>
              <w:rPr>
                <w:rStyle w:val="Strong"/>
                <w:rFonts w:eastAsia="" w:cs="Calibri" w:cstheme="minorHAnsi" w:eastAsiaTheme="majorEastAsia"/>
                <w:b/>
                <w:color w:val="0077B6" w:themeColor="accent1"/>
                <w:kern w:val="0"/>
                <w:sz w:val="28"/>
                <w:szCs w:val="32"/>
                <w:lang w:val="de-DE" w:eastAsia="en-US" w:bidi="ar-SA"/>
              </w:rPr>
              <w:t>Bestandteile des Internets</w:t>
            </w:r>
          </w:p>
        </w:tc>
      </w:tr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</w:rPr>
            </w:pPr>
            <w:r>
              <w:rPr>
                <w:rStyle w:val="Strong"/>
                <w:rFonts w:ascii="PT Sans" w:hAnsi="PT Sans"/>
                <w:b w:val="false"/>
              </w:rPr>
              <w:t>Verbinde die passenden Sätze: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  <mc:AlternateContent>
                <mc:Choice Requires="wps">
                  <w:drawing>
                    <wp:anchor behindDoc="0" distT="0" distB="0" distL="0" distR="0" simplePos="0" locked="0" layoutInCell="0" allowOverlap="1" relativeHeight="7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56515</wp:posOffset>
                      </wp:positionV>
                      <wp:extent cx="1420495" cy="2254250"/>
                      <wp:effectExtent l="0" t="0" r="0" b="0"/>
                      <wp:wrapNone/>
                      <wp:docPr id="1" name="Textrahmen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9840" cy="22536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>Clients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>Heim-Router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>Provider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>Router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>Server</w:t>
                                  </w:r>
                                </w:p>
                              </w:txbxContent>
                            </wps:txbx>
                            <wps:bodyPr wrap="square"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l21600,21600l21600,xe">
                      <v:stroke joinstyle="miter"/>
                      <v:path gradientshapeok="t" o:connecttype="rect"/>
                    </v:shapetype>
                    <v:shape id="shape_0" ID="Textrahmen 1" stroked="f" o:allowincell="f" style="position:absolute;margin-left:3.35pt;margin-top:4.45pt;width:111.75pt;height:177.4pt;mso-wrap-style:square;v-text-anchor:top" type="_x0000_t202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>Clients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>Heim-Router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>Provider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>Router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>Server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8">
                      <wp:simplePos x="0" y="0"/>
                      <wp:positionH relativeFrom="column">
                        <wp:posOffset>3308985</wp:posOffset>
                      </wp:positionH>
                      <wp:positionV relativeFrom="paragraph">
                        <wp:posOffset>78740</wp:posOffset>
                      </wp:positionV>
                      <wp:extent cx="2750820" cy="2221865"/>
                      <wp:effectExtent l="0" t="0" r="0" b="0"/>
                      <wp:wrapNone/>
                      <wp:docPr id="2" name="Textrahmen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50040" cy="22212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Diese </w:t>
                                  </w:r>
                                  <w:r>
                                    <w:rPr>
                                      <w:b/>
                                      <w:bCs/>
                                      <w:rFonts w:ascii="Calibri" w:hAnsi="Calibri" w:asciiTheme="minorHAnsi" w:cstheme="minorBidi" w:hAnsiTheme="minorHAnsi"/>
                                    </w:rPr>
                                    <w:t>Computer</w:t>
                                  </w: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bieten Services im Internet, wie Webseiten oder Messenger-Dienste an.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Sie sind die </w:t>
                                  </w:r>
                                  <w:r>
                                    <w:rPr>
                                      <w:b/>
                                      <w:bCs/>
                                      <w:rFonts w:ascii="Calibri" w:hAnsi="Calibri" w:asciiTheme="minorHAnsi" w:cstheme="minorBidi" w:hAnsiTheme="minorHAnsi"/>
                                    </w:rPr>
                                    <w:t>Anwender</w:t>
                                  </w: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und gehen z.B. mit einem Smartphone oder Laptop ins Netz.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Dieses </w:t>
                                  </w:r>
                                  <w:r>
                                    <w:rPr>
                                      <w:b/>
                                      <w:bCs/>
                                      <w:rFonts w:ascii="Calibri" w:hAnsi="Calibri" w:asciiTheme="minorHAnsi" w:cstheme="minorBidi" w:hAnsiTheme="minorHAnsi"/>
                                    </w:rPr>
                                    <w:t>Gerät</w:t>
                                  </w: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steht bei den Leuten zu Hause und ist nach außen mit dem Provider verbunden.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Diese </w:t>
                                  </w:r>
                                  <w:r>
                                    <w:rPr>
                                      <w:b/>
                                      <w:bCs/>
                                      <w:rFonts w:ascii="Calibri" w:hAnsi="Calibri" w:asciiTheme="minorHAnsi" w:cstheme="minorBidi" w:hAnsiTheme="minorHAnsi"/>
                                    </w:rPr>
                                    <w:t>Computer</w:t>
                                  </w: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leiten die Anfragen weiter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Dieses </w:t>
                                  </w:r>
                                  <w:r>
                                    <w:rPr>
                                      <w:b/>
                                      <w:bCs/>
                                      <w:rFonts w:ascii="Calibri" w:hAnsi="Calibri" w:asciiTheme="minorHAnsi" w:cstheme="minorBidi" w:hAnsiTheme="minorHAnsi"/>
                                    </w:rPr>
                                    <w:t>Unternehmen</w:t>
                                  </w: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 xml:space="preserve"> stellt gegen Bezahlung einen Internetanschluss zur Verfügung.</w:t>
                                  </w:r>
                                </w:p>
                              </w:txbxContent>
                            </wps:txbx>
                            <wps:bodyPr wrap="square" lIns="0" rIns="0" t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_0" ID="Textrahmen 2" stroked="f" o:allowincell="f" style="position:absolute;margin-left:260.55pt;margin-top:6.2pt;width:216.5pt;height:174.85pt;mso-wrap-style:square;v-text-anchor:top" type="_x0000_t202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Diese </w:t>
                            </w:r>
                            <w:r>
                              <w:rPr>
                                <w:b/>
                                <w:bCs/>
                                <w:rFonts w:ascii="Calibri" w:hAnsi="Calibri" w:asciiTheme="minorHAnsi" w:cstheme="minorBidi" w:hAnsiTheme="minorHAnsi"/>
                              </w:rPr>
                              <w:t>Computer</w:t>
                            </w: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bieten Services im Internet, wie Webseiten oder Messenger-Dienste an.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Sie sind die </w:t>
                            </w:r>
                            <w:r>
                              <w:rPr>
                                <w:b/>
                                <w:bCs/>
                                <w:rFonts w:ascii="Calibri" w:hAnsi="Calibri" w:asciiTheme="minorHAnsi" w:cstheme="minorBidi" w:hAnsiTheme="minorHAnsi"/>
                              </w:rPr>
                              <w:t>Anwender</w:t>
                            </w: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und gehen z.B. mit einem Smartphone oder Laptop ins Netz.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Dieses </w:t>
                            </w:r>
                            <w:r>
                              <w:rPr>
                                <w:b/>
                                <w:bCs/>
                                <w:rFonts w:ascii="Calibri" w:hAnsi="Calibri" w:asciiTheme="minorHAnsi" w:cstheme="minorBidi" w:hAnsiTheme="minorHAnsi"/>
                              </w:rPr>
                              <w:t>Gerät</w:t>
                            </w: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steht bei den Leuten zu Hause und ist nach außen mit dem Provider verbunden.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Diese </w:t>
                            </w:r>
                            <w:r>
                              <w:rPr>
                                <w:b/>
                                <w:bCs/>
                                <w:rFonts w:ascii="Calibri" w:hAnsi="Calibri" w:asciiTheme="minorHAnsi" w:cstheme="minorBidi" w:hAnsiTheme="minorHAnsi"/>
                              </w:rPr>
                              <w:t>Computer</w:t>
                            </w: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leiten die Anfragen weiter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Dieses </w:t>
                            </w:r>
                            <w:r>
                              <w:rPr>
                                <w:b/>
                                <w:bCs/>
                                <w:rFonts w:ascii="Calibri" w:hAnsi="Calibri" w:asciiTheme="minorHAnsi" w:cstheme="minorBidi" w:hAnsiTheme="minorHAnsi"/>
                              </w:rPr>
                              <w:t>Unternehmen</w:t>
                            </w: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 xml:space="preserve"> stellt gegen Bezahlung einen Internetanschluss zur Verfügung.</w:t>
                            </w:r>
                          </w:p>
                        </w:txbxContent>
                      </v:textbox>
                      <v:fill o:detectmouseclick="t" on="false"/>
                      <v:stroke color="black" joinstyle="round" endcap="flat"/>
                      <w10:wrap type="none"/>
                    </v:shape>
                  </w:pict>
                </mc:Fallback>
              </mc:AlternateConten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Segoe Print" w:hAnsi="Segoe Print"/>
                <w:b w:val="false"/>
                <w:b w:val="false"/>
              </w:rPr>
            </w:pPr>
            <w:r>
              <w:rPr>
                <w:rFonts w:ascii="Segoe Print" w:hAnsi="Segoe Print"/>
                <w:b w:val="false"/>
              </w:rPr>
            </w:r>
          </w:p>
        </w:tc>
      </w:tr>
    </w:tbl>
    <w:p>
      <w:pPr>
        <w:pStyle w:val="Normal"/>
        <w:spacing w:before="0" w:after="0"/>
        <w:rPr>
          <w:sz w:val="8"/>
          <w:szCs w:val="8"/>
        </w:rPr>
      </w:pPr>
      <w:r>
        <w:rPr>
          <w:sz w:val="8"/>
          <w:szCs w:val="8"/>
        </w:rPr>
      </w:r>
    </w:p>
    <w:tbl>
      <w:tblPr>
        <w:tblStyle w:val="Tabellenraster"/>
        <w:tblW w:w="9776" w:type="dxa"/>
        <w:jc w:val="left"/>
        <w:tblInd w:w="0" w:type="dxa"/>
        <w:tblLayout w:type="fixed"/>
        <w:tblCellMar>
          <w:top w:w="28" w:type="dxa"/>
          <w:left w:w="108" w:type="dxa"/>
          <w:bottom w:w="28" w:type="dxa"/>
          <w:right w:w="108" w:type="dxa"/>
        </w:tblCellMar>
        <w:tblLook w:firstRow="1" w:noVBand="1" w:lastRow="0" w:firstColumn="1" w:lastColumn="0" w:noHBand="0" w:val="04a0"/>
      </w:tblPr>
      <w:tblGrid>
        <w:gridCol w:w="9776"/>
      </w:tblGrid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BDE8FF" w:themeFill="accent1" w:themeFillTint="33" w:val="clear"/>
          </w:tcPr>
          <w:p>
            <w:pPr>
              <w:pStyle w:val="Berschrift1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rPr>
                <w:rStyle w:val="Strong"/>
                <w:b/>
                <w:b/>
                <w:bCs/>
              </w:rPr>
            </w:pPr>
            <w:r>
              <w:rPr>
                <w:rStyle w:val="Strong"/>
                <w:b/>
                <w:bCs/>
                <w:kern w:val="0"/>
                <w:lang w:val="de-DE" w:eastAsia="en-US" w:bidi="ar-SA"/>
              </w:rPr>
              <w:t>Das ganze Netz</w:t>
            </w:r>
          </w:p>
        </w:tc>
      </w:tr>
      <w:tr>
        <w:trPr/>
        <w:tc>
          <w:tcPr>
            <w:tcW w:w="9776" w:type="dxa"/>
            <w:tcBorders>
              <w:top w:val="single" w:sz="8" w:space="0" w:color="0077B6"/>
              <w:left w:val="single" w:sz="8" w:space="0" w:color="0077B6"/>
              <w:bottom w:val="single" w:sz="8" w:space="0" w:color="0077B6"/>
              <w:right w:val="single" w:sz="8" w:space="0" w:color="0077B6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Strong"/>
                <w:b w:val="false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Strong"/>
                <w:b w:val="false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Strong"/>
                <w:b w:val="false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posOffset>5372735</wp:posOffset>
                  </wp:positionH>
                  <wp:positionV relativeFrom="paragraph">
                    <wp:posOffset>1025525</wp:posOffset>
                  </wp:positionV>
                  <wp:extent cx="212090" cy="139700"/>
                  <wp:effectExtent l="0" t="0" r="0" b="0"/>
                  <wp:wrapSquare wrapText="largest"/>
                  <wp:docPr id="3" name="Bild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d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sz w:val="22"/>
                <w:szCs w:val="22"/>
              </w:rPr>
              <w:t>Hier sieht man einen Ausschnitt der Weltkarte von Europa und Nordamerika.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Strong"/>
                <w:b w:val="false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Strong"/>
                <w:b w:val="false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Style w:val="Strong"/>
                <w:b w:val="false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Style w:val="Strong"/>
                <w:rFonts w:ascii="Segoe Print" w:hAnsi="Segoe Print"/>
                <w:b w:val="false"/>
                <w:b w:val="false"/>
              </w:rPr>
            </w:pPr>
            <w:r>
              <w:rPr>
                <w:rStyle w:val="Strong"/>
                <w:rFonts w:eastAsia="Calibri" w:cs="" w:ascii="Segoe Print" w:hAnsi="Segoe Print"/>
                <w:b w:val="false"/>
                <w:kern w:val="0"/>
                <w:sz w:val="22"/>
                <w:szCs w:val="22"/>
                <w:lang w:val="de-DE" w:eastAsia="en-US" w:bidi="ar-SA"/>
              </w:rPr>
              <mc:AlternateContent>
                <mc:Choice Requires="wps">
                  <w:drawing>
                    <wp:anchor behindDoc="0" distT="17780" distB="17780" distL="17780" distR="17780" simplePos="0" locked="0" layoutInCell="0" allowOverlap="1" relativeHeight="4">
                      <wp:simplePos x="0" y="0"/>
                      <wp:positionH relativeFrom="column">
                        <wp:posOffset>3658870</wp:posOffset>
                      </wp:positionH>
                      <wp:positionV relativeFrom="paragraph">
                        <wp:posOffset>1901825</wp:posOffset>
                      </wp:positionV>
                      <wp:extent cx="2445385" cy="1708150"/>
                      <wp:effectExtent l="0" t="0" r="0" b="0"/>
                      <wp:wrapNone/>
                      <wp:docPr id="4" name="Form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4760" cy="17074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6360">
                                <a:solidFill>
                                  <a:srgbClr val="3465a4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  <w:t>Hier wohnt Alice.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rPr/>
                                  </w:pPr>
                                  <w:r>
                                    <w:rPr>
                                      <w:rFonts w:ascii="Calibri" w:hAnsi="Calibri" w:asciiTheme="minorHAnsi" w:cstheme="minorBidi" w:hAnsiTheme="minorHAnsi"/>
                                    </w:rPr>
                                  </w:r>
                                </w:p>
                              </w:txbxContent>
                            </wps:txbx>
                            <wps:bodyPr lIns="17640" rIns="17640" tIns="17640" bIns="17640"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shape_0" ID="Form 1" fillcolor="white" stroked="t" o:allowincell="f" style="position:absolute;margin-left:288.1pt;margin-top:149.75pt;width:192.45pt;height:134.4pt;mso-wrap-style:none;v-text-anchor:middle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  <w:t>Hier wohnt Alice.</w:t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>
                                <w:rFonts w:ascii="Calibri" w:hAnsi="Calibri" w:asciiTheme="minorHAnsi" w:cstheme="minorBidi" w:hAnsiTheme="minorHAnsi"/>
                              </w:rPr>
                            </w:r>
                          </w:p>
                        </w:txbxContent>
                      </v:textbox>
                      <v:fill o:detectmouseclick="t" color2="black"/>
                      <v:stroke color="#3465a4" weight="36360" joinstyle="round" endcap="flat"/>
                      <w10:wrap type="none"/>
                    </v:roundrect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9">
                      <wp:simplePos x="0" y="0"/>
                      <wp:positionH relativeFrom="column">
                        <wp:posOffset>3755390</wp:posOffset>
                      </wp:positionH>
                      <wp:positionV relativeFrom="paragraph">
                        <wp:posOffset>2992120</wp:posOffset>
                      </wp:positionV>
                      <wp:extent cx="721360" cy="458470"/>
                      <wp:effectExtent l="0" t="0" r="0" b="0"/>
                      <wp:wrapNone/>
                      <wp:docPr id="5" name="Form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720" cy="457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2" fillcolor="white" stroked="t" o:allowincell="f" style="position:absolute;margin-left:295.7pt;margin-top:235.6pt;width:56.7pt;height:36pt;mso-wrap-style:none;v-text-anchor:middle">
                      <v:fill o:detectmouseclick="t" color2="black"/>
                      <v:stroke color="black" weight="1080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12">
                      <wp:simplePos x="0" y="0"/>
                      <wp:positionH relativeFrom="column">
                        <wp:posOffset>4531360</wp:posOffset>
                      </wp:positionH>
                      <wp:positionV relativeFrom="paragraph">
                        <wp:posOffset>2992120</wp:posOffset>
                      </wp:positionV>
                      <wp:extent cx="721360" cy="451485"/>
                      <wp:effectExtent l="0" t="0" r="0" b="0"/>
                      <wp:wrapNone/>
                      <wp:docPr id="6" name="Form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720" cy="450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4" fillcolor="white" stroked="t" o:allowincell="f" style="position:absolute;margin-left:356.8pt;margin-top:235.6pt;width:56.7pt;height:35.45pt;mso-wrap-style:none;v-text-anchor:middle">
                      <v:fill o:detectmouseclick="t" color2="black"/>
                      <v:stroke color="black" weight="1080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13">
                      <wp:simplePos x="0" y="0"/>
                      <wp:positionH relativeFrom="column">
                        <wp:posOffset>1428115</wp:posOffset>
                      </wp:positionH>
                      <wp:positionV relativeFrom="paragraph">
                        <wp:posOffset>1282065</wp:posOffset>
                      </wp:positionV>
                      <wp:extent cx="457835" cy="20955"/>
                      <wp:effectExtent l="0" t="0" r="0" b="0"/>
                      <wp:wrapNone/>
                      <wp:docPr id="7" name="Lini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016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12.45pt,100.95pt" to="148.4pt,102.5pt" ID="Linie 4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16">
                      <wp:simplePos x="0" y="0"/>
                      <wp:positionH relativeFrom="column">
                        <wp:posOffset>5293360</wp:posOffset>
                      </wp:positionH>
                      <wp:positionV relativeFrom="paragraph">
                        <wp:posOffset>2992120</wp:posOffset>
                      </wp:positionV>
                      <wp:extent cx="721360" cy="444500"/>
                      <wp:effectExtent l="0" t="0" r="0" b="0"/>
                      <wp:wrapNone/>
                      <wp:docPr id="8" name="Form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720" cy="44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5" fillcolor="white" stroked="t" o:allowincell="f" style="position:absolute;margin-left:416.8pt;margin-top:235.6pt;width:56.7pt;height:34.9pt;mso-wrap-style:none;v-text-anchor:middle">
                      <v:fill o:detectmouseclick="t" color2="black"/>
                      <v:stroke color="black" weight="1080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17">
                      <wp:simplePos x="0" y="0"/>
                      <wp:positionH relativeFrom="column">
                        <wp:posOffset>4898390</wp:posOffset>
                      </wp:positionH>
                      <wp:positionV relativeFrom="paragraph">
                        <wp:posOffset>963295</wp:posOffset>
                      </wp:positionV>
                      <wp:extent cx="437515" cy="939165"/>
                      <wp:effectExtent l="0" t="0" r="0" b="0"/>
                      <wp:wrapNone/>
                      <wp:docPr id="9" name="Linie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37040" cy="93852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3465a4"/>
                                </a:solidFill>
                                <a:round/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85.7pt,75.85pt" to="420.05pt,149.7pt" ID="Linie 2" stroked="t" o:allowincell="f" style="position:absolute;flip:y">
                      <v:stroke color="#3465a4" weight="10800" endarrow="block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18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133985</wp:posOffset>
                      </wp:positionV>
                      <wp:extent cx="949325" cy="391160"/>
                      <wp:effectExtent l="0" t="0" r="0" b="0"/>
                      <wp:wrapNone/>
                      <wp:docPr id="10" name="Form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8600" cy="3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6" fillcolor="white" stroked="t" o:allowincell="f" style="position:absolute;margin-left:106.45pt;margin-top:10.55pt;width:74.65pt;height:30.7pt;mso-wrap-style:none;v-text-anchor:middle">
                      <v:fill o:detectmouseclick="t" color2="black"/>
                      <v:stroke color="black" weight="1080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19">
                      <wp:simplePos x="0" y="0"/>
                      <wp:positionH relativeFrom="column">
                        <wp:posOffset>1130300</wp:posOffset>
                      </wp:positionH>
                      <wp:positionV relativeFrom="paragraph">
                        <wp:posOffset>524510</wp:posOffset>
                      </wp:positionV>
                      <wp:extent cx="222250" cy="106680"/>
                      <wp:effectExtent l="0" t="0" r="0" b="0"/>
                      <wp:wrapNone/>
                      <wp:docPr id="11" name="Lini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1760" cy="10620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000000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89pt,41.3pt" to="106.4pt,49.6pt" ID="Linie 1" stroked="t" o:allowincell="f" style="position:absolute;flip:x">
                      <v:stroke color="black" endarrow="block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0">
                      <wp:simplePos x="0" y="0"/>
                      <wp:positionH relativeFrom="column">
                        <wp:posOffset>3720465</wp:posOffset>
                      </wp:positionH>
                      <wp:positionV relativeFrom="paragraph">
                        <wp:posOffset>177800</wp:posOffset>
                      </wp:positionV>
                      <wp:extent cx="1040130" cy="391160"/>
                      <wp:effectExtent l="0" t="0" r="0" b="0"/>
                      <wp:wrapNone/>
                      <wp:docPr id="12" name="Form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9320" cy="3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7" fillcolor="white" stroked="t" o:allowincell="f" style="position:absolute;margin-left:292.95pt;margin-top:14pt;width:81.8pt;height:30.7pt;mso-wrap-style:none;v-text-anchor:middle">
                      <v:fill o:detectmouseclick="t" color2="black"/>
                      <v:stroke color="black" weight="1080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21">
                      <wp:simplePos x="0" y="0"/>
                      <wp:positionH relativeFrom="column">
                        <wp:posOffset>4759960</wp:posOffset>
                      </wp:positionH>
                      <wp:positionV relativeFrom="paragraph">
                        <wp:posOffset>443865</wp:posOffset>
                      </wp:positionV>
                      <wp:extent cx="525780" cy="48895"/>
                      <wp:effectExtent l="0" t="0" r="0" b="0"/>
                      <wp:wrapNone/>
                      <wp:docPr id="13" name="Lini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5240" cy="4824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000000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74.8pt,34.95pt" to="416.1pt,38.7pt" ID="Linie 3" stroked="t" o:allowincell="f" style="position:absolute">
                      <v:stroke color="black" endarrow="block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2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1080770</wp:posOffset>
                      </wp:positionV>
                      <wp:extent cx="146050" cy="201930"/>
                      <wp:effectExtent l="0" t="0" r="0" b="0"/>
                      <wp:wrapNone/>
                      <wp:docPr id="14" name="Linie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440" cy="2012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33.7pt,85.1pt" to="145.1pt,100.9pt" ID="Linie 5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3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845185</wp:posOffset>
                      </wp:positionV>
                      <wp:extent cx="325755" cy="236220"/>
                      <wp:effectExtent l="0" t="0" r="0" b="0"/>
                      <wp:wrapNone/>
                      <wp:docPr id="15" name="Lini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5080" cy="2354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08.1pt,66.55pt" to="133.65pt,85.05pt" ID="Linie 6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4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845185</wp:posOffset>
                      </wp:positionV>
                      <wp:extent cx="554990" cy="139700"/>
                      <wp:effectExtent l="0" t="0" r="0" b="0"/>
                      <wp:wrapNone/>
                      <wp:docPr id="16" name="Lini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54400" cy="13896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4.45pt,66.55pt" to="108.05pt,77.45pt" ID="Linie 7" stroked="t" o:allowincell="f" style="position:absolute;flip:x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5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984250</wp:posOffset>
                      </wp:positionV>
                      <wp:extent cx="880110" cy="97155"/>
                      <wp:effectExtent l="0" t="0" r="0" b="0"/>
                      <wp:wrapNone/>
                      <wp:docPr id="17" name="Lini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879480" cy="964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4.45pt,77.5pt" to="133.65pt,85.05pt" ID="Linie 8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6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1226185</wp:posOffset>
                      </wp:positionV>
                      <wp:extent cx="333375" cy="76835"/>
                      <wp:effectExtent l="0" t="0" r="0" b="0"/>
                      <wp:wrapNone/>
                      <wp:docPr id="18" name="Lini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640" cy="7632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86.25pt,96.55pt" to="112.4pt,102.5pt" ID="Linie 9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7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984250</wp:posOffset>
                      </wp:positionV>
                      <wp:extent cx="180340" cy="166370"/>
                      <wp:effectExtent l="0" t="0" r="0" b="0"/>
                      <wp:wrapNone/>
                      <wp:docPr id="19" name="Lini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79640" cy="16560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4.45pt,77.5pt" to="78.55pt,90.5pt" ID="Linie 10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8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1233170</wp:posOffset>
                      </wp:positionV>
                      <wp:extent cx="173990" cy="340360"/>
                      <wp:effectExtent l="0" t="0" r="0" b="0"/>
                      <wp:wrapNone/>
                      <wp:docPr id="20" name="Lini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73520" cy="3398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7.15pt,97.1pt" to="80.75pt,123.8pt" ID="Linie 11" stroked="t" o:allowincell="f" style="position:absolute;flip:x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29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1572895</wp:posOffset>
                      </wp:positionV>
                      <wp:extent cx="450850" cy="132080"/>
                      <wp:effectExtent l="0" t="0" r="0" b="0"/>
                      <wp:wrapNone/>
                      <wp:docPr id="21" name="Linie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360" cy="13140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67.15pt,123.85pt" to="102.55pt,134.15pt" ID="Linie 12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0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1302385</wp:posOffset>
                      </wp:positionV>
                      <wp:extent cx="167005" cy="402590"/>
                      <wp:effectExtent l="0" t="0" r="0" b="0"/>
                      <wp:wrapNone/>
                      <wp:docPr id="22" name="Lini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66320" cy="40212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86.25pt,102.55pt" to="99.3pt,134.15pt" ID="Linie 13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1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1399540</wp:posOffset>
                      </wp:positionV>
                      <wp:extent cx="298450" cy="139065"/>
                      <wp:effectExtent l="0" t="0" r="0" b="0"/>
                      <wp:wrapNone/>
                      <wp:docPr id="23" name="Lini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97720" cy="13860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1pt,110.2pt" to="64.4pt,121.05pt" ID="Linie 14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2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623570</wp:posOffset>
                      </wp:positionV>
                      <wp:extent cx="90805" cy="742315"/>
                      <wp:effectExtent l="0" t="0" r="0" b="0"/>
                      <wp:wrapNone/>
                      <wp:docPr id="24" name="Lini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90000" cy="74160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2.25pt,49.1pt" to="39.3pt,107.45pt" ID="Linie 15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3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919480</wp:posOffset>
                      </wp:positionV>
                      <wp:extent cx="243205" cy="480695"/>
                      <wp:effectExtent l="0" t="0" r="0" b="0"/>
                      <wp:wrapNone/>
                      <wp:docPr id="25" name="Linie 1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42640" cy="4802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1pt,72.4pt" to="60.05pt,110.15pt" ID="Linie 16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4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623570</wp:posOffset>
                      </wp:positionV>
                      <wp:extent cx="409575" cy="361315"/>
                      <wp:effectExtent l="0" t="0" r="0" b="0"/>
                      <wp:wrapNone/>
                      <wp:docPr id="26" name="Linie 1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08960" cy="36072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2.25pt,49.1pt" to="64.4pt,77.45pt" ID="Linie 17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5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658495</wp:posOffset>
                      </wp:positionV>
                      <wp:extent cx="582295" cy="7620"/>
                      <wp:effectExtent l="0" t="0" r="0" b="0"/>
                      <wp:wrapNone/>
                      <wp:docPr id="27" name="Linie 1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581760" cy="68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5pt,51.85pt" to="80.75pt,52.35pt" ID="Linie 18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6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699770</wp:posOffset>
                      </wp:positionV>
                      <wp:extent cx="285115" cy="146050"/>
                      <wp:effectExtent l="0" t="0" r="0" b="0"/>
                      <wp:wrapNone/>
                      <wp:docPr id="28" name="Linie 1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400" cy="1454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85.7pt,55.1pt" to="108.05pt,66.5pt" ID="Linie 19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7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1517650</wp:posOffset>
                      </wp:positionV>
                      <wp:extent cx="312420" cy="187325"/>
                      <wp:effectExtent l="0" t="0" r="0" b="0"/>
                      <wp:wrapNone/>
                      <wp:docPr id="29" name="Linie 2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11760" cy="1868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2.6pt,119.5pt" to="67.1pt,134.15pt" ID="Linie 21" stroked="t" o:allowincell="f" style="position:absolute;flip:x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8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1399540</wp:posOffset>
                      </wp:positionV>
                      <wp:extent cx="20955" cy="271145"/>
                      <wp:effectExtent l="0" t="0" r="0" b="0"/>
                      <wp:wrapNone/>
                      <wp:docPr id="30" name="Linie 2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60" cy="27036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1pt,110.2pt" to="42.55pt,131.45pt" ID="Linie 22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39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1759585</wp:posOffset>
                      </wp:positionV>
                      <wp:extent cx="635" cy="257175"/>
                      <wp:effectExtent l="0" t="0" r="0" b="0"/>
                      <wp:wrapNone/>
                      <wp:docPr id="31" name="vertikale Lini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2566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9.9pt,138.55pt" to="39.9pt,158.7pt" ID="vertikale Linie 1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0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1670050</wp:posOffset>
                      </wp:positionV>
                      <wp:extent cx="319405" cy="215265"/>
                      <wp:effectExtent l="0" t="0" r="0" b="0"/>
                      <wp:wrapNone/>
                      <wp:docPr id="32" name="Linie 2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18600" cy="21456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9pt,131.5pt" to="40.95pt,148.35pt" ID="Linie 23" stroked="t" o:allowincell="f" style="position:absolute;flip:x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1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1884680</wp:posOffset>
                      </wp:positionV>
                      <wp:extent cx="436245" cy="139065"/>
                      <wp:effectExtent l="0" t="0" r="0" b="0"/>
                      <wp:wrapNone/>
                      <wp:docPr id="33" name="Linie 2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600" cy="13860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9pt,148.4pt" to="50.15pt,159.25pt" ID="Linie 24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2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644525</wp:posOffset>
                      </wp:positionV>
                      <wp:extent cx="167005" cy="1185545"/>
                      <wp:effectExtent l="0" t="0" r="0" b="0"/>
                      <wp:wrapNone/>
                      <wp:docPr id="34" name="Linie 2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6320" cy="118476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9pt,50.75pt" to="28.95pt,144pt" ID="Linie 25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3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1704340</wp:posOffset>
                      </wp:positionV>
                      <wp:extent cx="796925" cy="319405"/>
                      <wp:effectExtent l="0" t="0" r="0" b="0"/>
                      <wp:wrapNone/>
                      <wp:docPr id="35" name="Linie 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796320" cy="31860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9.9pt,134.2pt" to="102.55pt,159.25pt" ID="Linie 26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4">
                      <wp:simplePos x="0" y="0"/>
                      <wp:positionH relativeFrom="column">
                        <wp:posOffset>1885315</wp:posOffset>
                      </wp:positionH>
                      <wp:positionV relativeFrom="paragraph">
                        <wp:posOffset>921385</wp:posOffset>
                      </wp:positionV>
                      <wp:extent cx="817880" cy="381635"/>
                      <wp:effectExtent l="0" t="0" r="0" b="0"/>
                      <wp:wrapNone/>
                      <wp:docPr id="36" name="Linie 2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817200" cy="3808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48.45pt,72.55pt" to="212.75pt,102.5pt" ID="Linie 20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5">
                      <wp:simplePos x="0" y="0"/>
                      <wp:positionH relativeFrom="column">
                        <wp:posOffset>1878330</wp:posOffset>
                      </wp:positionH>
                      <wp:positionV relativeFrom="paragraph">
                        <wp:posOffset>1302385</wp:posOffset>
                      </wp:positionV>
                      <wp:extent cx="7620" cy="250190"/>
                      <wp:effectExtent l="0" t="0" r="0" b="0"/>
                      <wp:wrapNone/>
                      <wp:docPr id="37" name="Linie 2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840" cy="2494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47.9pt,102.55pt" to="148.4pt,122.15pt" ID="Linie 27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6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1524635</wp:posOffset>
                      </wp:positionV>
                      <wp:extent cx="541020" cy="180340"/>
                      <wp:effectExtent l="0" t="0" r="0" b="0"/>
                      <wp:wrapNone/>
                      <wp:docPr id="38" name="Linie 2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40360" cy="1796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02.6pt,120.05pt" to="145.1pt,134.15pt" ID="Linie 28" stroked="t" o:allowincell="f" style="position:absolute;flip:x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7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1496695</wp:posOffset>
                      </wp:positionV>
                      <wp:extent cx="2640330" cy="34925"/>
                      <wp:effectExtent l="0" t="0" r="0" b="0"/>
                      <wp:wrapNone/>
                      <wp:docPr id="39" name="Linie 2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639520" cy="3420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1.15pt,117.85pt" to="358.95pt,120.5pt" ID="Linie 29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8">
                      <wp:simplePos x="0" y="0"/>
                      <wp:positionH relativeFrom="column">
                        <wp:posOffset>1809115</wp:posOffset>
                      </wp:positionH>
                      <wp:positionV relativeFrom="paragraph">
                        <wp:posOffset>1129665</wp:posOffset>
                      </wp:positionV>
                      <wp:extent cx="2951480" cy="443865"/>
                      <wp:effectExtent l="0" t="0" r="0" b="0"/>
                      <wp:wrapNone/>
                      <wp:docPr id="40" name="Linie 3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950920" cy="44316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42.45pt,88.95pt" to="374.75pt,123.8pt" ID="Linie 30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49">
                      <wp:simplePos x="0" y="0"/>
                      <wp:positionH relativeFrom="column">
                        <wp:posOffset>2744470</wp:posOffset>
                      </wp:positionH>
                      <wp:positionV relativeFrom="paragraph">
                        <wp:posOffset>921385</wp:posOffset>
                      </wp:positionV>
                      <wp:extent cx="1815465" cy="575945"/>
                      <wp:effectExtent l="0" t="0" r="0" b="0"/>
                      <wp:wrapNone/>
                      <wp:docPr id="41" name="Linie 3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60" cy="5752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16.1pt,72.55pt" to="358.95pt,117.8pt" ID="Linie 31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0">
                      <wp:simplePos x="0" y="0"/>
                      <wp:positionH relativeFrom="column">
                        <wp:posOffset>2702560</wp:posOffset>
                      </wp:positionH>
                      <wp:positionV relativeFrom="paragraph">
                        <wp:posOffset>921385</wp:posOffset>
                      </wp:positionV>
                      <wp:extent cx="2058035" cy="208915"/>
                      <wp:effectExtent l="0" t="0" r="0" b="0"/>
                      <wp:wrapNone/>
                      <wp:docPr id="42" name="Linie 3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057400" cy="2084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12.8pt,72.55pt" to="374.75pt,88.9pt" ID="Linie 32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1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1517650</wp:posOffset>
                      </wp:positionV>
                      <wp:extent cx="3048635" cy="367665"/>
                      <wp:effectExtent l="0" t="0" r="0" b="0"/>
                      <wp:wrapNone/>
                      <wp:docPr id="43" name="Linie 3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048120" cy="36720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22.25pt,119.5pt" to="362.2pt,148.35pt" ID="Linie 33" stroked="t" o:allowincell="f" style="position:absolute;flip:x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2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1704340</wp:posOffset>
                      </wp:positionV>
                      <wp:extent cx="250190" cy="125730"/>
                      <wp:effectExtent l="0" t="0" r="0" b="0"/>
                      <wp:wrapNone/>
                      <wp:docPr id="44" name="Linie 3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49480" cy="12492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02.6pt,134.2pt" to="122.2pt,144pt" ID="Linie 34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3">
                      <wp:simplePos x="0" y="0"/>
                      <wp:positionH relativeFrom="column">
                        <wp:posOffset>4600575</wp:posOffset>
                      </wp:positionH>
                      <wp:positionV relativeFrom="paragraph">
                        <wp:posOffset>1268095</wp:posOffset>
                      </wp:positionV>
                      <wp:extent cx="471805" cy="250190"/>
                      <wp:effectExtent l="0" t="0" r="0" b="0"/>
                      <wp:wrapNone/>
                      <wp:docPr id="45" name="Linie 3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1240" cy="2494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62.25pt,99.85pt" to="399.3pt,119.45pt" ID="Linie 35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4">
                      <wp:simplePos x="0" y="0"/>
                      <wp:positionH relativeFrom="column">
                        <wp:posOffset>4815205</wp:posOffset>
                      </wp:positionH>
                      <wp:positionV relativeFrom="paragraph">
                        <wp:posOffset>1149985</wp:posOffset>
                      </wp:positionV>
                      <wp:extent cx="257175" cy="118745"/>
                      <wp:effectExtent l="0" t="0" r="0" b="0"/>
                      <wp:wrapNone/>
                      <wp:docPr id="46" name="Linie 3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6680" cy="1180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79.15pt,90.55pt" to="399.3pt,99.8pt" ID="Linie 36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5">
                      <wp:simplePos x="0" y="0"/>
                      <wp:positionH relativeFrom="column">
                        <wp:posOffset>4864100</wp:posOffset>
                      </wp:positionH>
                      <wp:positionV relativeFrom="paragraph">
                        <wp:posOffset>1046480</wp:posOffset>
                      </wp:positionV>
                      <wp:extent cx="270510" cy="104140"/>
                      <wp:effectExtent l="0" t="0" r="0" b="0"/>
                      <wp:wrapNone/>
                      <wp:docPr id="47" name="Linie 3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0000" cy="1036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83pt,82.4pt" to="404.2pt,90.5pt" ID="Linie 37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6">
                      <wp:simplePos x="0" y="0"/>
                      <wp:positionH relativeFrom="column">
                        <wp:posOffset>5106670</wp:posOffset>
                      </wp:positionH>
                      <wp:positionV relativeFrom="paragraph">
                        <wp:posOffset>1053465</wp:posOffset>
                      </wp:positionV>
                      <wp:extent cx="104140" cy="249555"/>
                      <wp:effectExtent l="0" t="0" r="0" b="0"/>
                      <wp:wrapNone/>
                      <wp:docPr id="48" name="Linie 3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03680" cy="24876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02.1pt,82.95pt" to="410.2pt,102.5pt" ID="Linie 38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7">
                      <wp:simplePos x="0" y="0"/>
                      <wp:positionH relativeFrom="column">
                        <wp:posOffset>5633085</wp:posOffset>
                      </wp:positionH>
                      <wp:positionV relativeFrom="paragraph">
                        <wp:posOffset>1316355</wp:posOffset>
                      </wp:positionV>
                      <wp:extent cx="277495" cy="7620"/>
                      <wp:effectExtent l="0" t="0" r="0" b="0"/>
                      <wp:wrapNone/>
                      <wp:docPr id="49" name="Linie 3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6840" cy="68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43.55pt,103.65pt" to="465.3pt,104.15pt" ID="Linie 39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8">
                      <wp:simplePos x="0" y="0"/>
                      <wp:positionH relativeFrom="column">
                        <wp:posOffset>5778500</wp:posOffset>
                      </wp:positionH>
                      <wp:positionV relativeFrom="paragraph">
                        <wp:posOffset>894080</wp:posOffset>
                      </wp:positionV>
                      <wp:extent cx="201295" cy="381635"/>
                      <wp:effectExtent l="0" t="0" r="0" b="0"/>
                      <wp:wrapNone/>
                      <wp:docPr id="50" name="Linie 4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00520" cy="3808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55pt,70.4pt" to="470.75pt,100.35pt" ID="Linie 40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59">
                      <wp:simplePos x="0" y="0"/>
                      <wp:positionH relativeFrom="column">
                        <wp:posOffset>5944870</wp:posOffset>
                      </wp:positionH>
                      <wp:positionV relativeFrom="paragraph">
                        <wp:posOffset>457835</wp:posOffset>
                      </wp:positionV>
                      <wp:extent cx="76835" cy="727710"/>
                      <wp:effectExtent l="0" t="0" r="0" b="0"/>
                      <wp:wrapNone/>
                      <wp:docPr id="51" name="Linie 4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76320" cy="72720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68.1pt,36.05pt" to="474.05pt,93.25pt" ID="Linie 41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60">
                      <wp:simplePos x="0" y="0"/>
                      <wp:positionH relativeFrom="column">
                        <wp:posOffset>5459730</wp:posOffset>
                      </wp:positionH>
                      <wp:positionV relativeFrom="paragraph">
                        <wp:posOffset>450850</wp:posOffset>
                      </wp:positionV>
                      <wp:extent cx="415925" cy="27940"/>
                      <wp:effectExtent l="0" t="0" r="0" b="0"/>
                      <wp:wrapNone/>
                      <wp:docPr id="52" name="Linie 4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15440" cy="2736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29.9pt,35.5pt" to="462.55pt,37.6pt" ID="Linie 42" stroked="t" o:allowincell="f" style="position:absolute;flip:x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61">
                      <wp:simplePos x="0" y="0"/>
                      <wp:positionH relativeFrom="column">
                        <wp:posOffset>5417820</wp:posOffset>
                      </wp:positionH>
                      <wp:positionV relativeFrom="paragraph">
                        <wp:posOffset>534035</wp:posOffset>
                      </wp:positionV>
                      <wp:extent cx="42545" cy="284480"/>
                      <wp:effectExtent l="0" t="0" r="0" b="0"/>
                      <wp:wrapNone/>
                      <wp:docPr id="53" name="Linie 4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760" cy="28368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26.6pt,42.05pt" to="429.85pt,64.35pt" ID="Linie 43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62">
                      <wp:simplePos x="0" y="0"/>
                      <wp:positionH relativeFrom="column">
                        <wp:posOffset>5528945</wp:posOffset>
                      </wp:positionH>
                      <wp:positionV relativeFrom="paragraph">
                        <wp:posOffset>582295</wp:posOffset>
                      </wp:positionV>
                      <wp:extent cx="187960" cy="374650"/>
                      <wp:effectExtent l="0" t="0" r="0" b="0"/>
                      <wp:wrapNone/>
                      <wp:docPr id="54" name="Linie 4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200" cy="3740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35.35pt,45.85pt" to="450.05pt,75.25pt" ID="Linie 44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63">
                      <wp:simplePos x="0" y="0"/>
                      <wp:positionH relativeFrom="column">
                        <wp:posOffset>5466715</wp:posOffset>
                      </wp:positionH>
                      <wp:positionV relativeFrom="paragraph">
                        <wp:posOffset>1004570</wp:posOffset>
                      </wp:positionV>
                      <wp:extent cx="312420" cy="76835"/>
                      <wp:effectExtent l="0" t="0" r="0" b="0"/>
                      <wp:wrapNone/>
                      <wp:docPr id="55" name="Linie 4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11760" cy="7632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30.45pt,79.1pt" to="454.95pt,85.05pt" ID="Linie 45" stroked="t" o:allowincell="f" style="position:absolute;flip:x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64">
                      <wp:simplePos x="0" y="0"/>
                      <wp:positionH relativeFrom="column">
                        <wp:posOffset>5494020</wp:posOffset>
                      </wp:positionH>
                      <wp:positionV relativeFrom="paragraph">
                        <wp:posOffset>789940</wp:posOffset>
                      </wp:positionV>
                      <wp:extent cx="35560" cy="333375"/>
                      <wp:effectExtent l="0" t="0" r="0" b="0"/>
                      <wp:wrapNone/>
                      <wp:docPr id="56" name="Linie 4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4920" cy="3326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32.6pt,62.2pt" to="435.3pt,88.35pt" ID="Linie 46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65">
                      <wp:simplePos x="0" y="0"/>
                      <wp:positionH relativeFrom="column">
                        <wp:posOffset>5133975</wp:posOffset>
                      </wp:positionH>
                      <wp:positionV relativeFrom="paragraph">
                        <wp:posOffset>1080770</wp:posOffset>
                      </wp:positionV>
                      <wp:extent cx="333375" cy="7620"/>
                      <wp:effectExtent l="0" t="0" r="0" b="0"/>
                      <wp:wrapNone/>
                      <wp:docPr id="57" name="Linie 4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332640" cy="684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04.25pt,85.1pt" to="430.4pt,85.6pt" ID="Linie 47" stroked="t" o:allowincell="f" style="position:absolute;flip:x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66">
                      <wp:simplePos x="0" y="0"/>
                      <wp:positionH relativeFrom="column">
                        <wp:posOffset>5528945</wp:posOffset>
                      </wp:positionH>
                      <wp:positionV relativeFrom="paragraph">
                        <wp:posOffset>1122680</wp:posOffset>
                      </wp:positionV>
                      <wp:extent cx="104775" cy="201295"/>
                      <wp:effectExtent l="0" t="0" r="0" b="0"/>
                      <wp:wrapNone/>
                      <wp:docPr id="58" name="Linie 4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040" cy="20052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35.35pt,88.4pt" to="443.5pt,104.15pt" ID="Linie 48" stroked="t" o:allowincell="f" style="position:absolute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67">
                      <wp:simplePos x="0" y="0"/>
                      <wp:positionH relativeFrom="column">
                        <wp:posOffset>5667375</wp:posOffset>
                      </wp:positionH>
                      <wp:positionV relativeFrom="paragraph">
                        <wp:posOffset>935355</wp:posOffset>
                      </wp:positionV>
                      <wp:extent cx="111760" cy="465455"/>
                      <wp:effectExtent l="0" t="0" r="0" b="0"/>
                      <wp:wrapNone/>
                      <wp:docPr id="59" name="Linie 4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11240" cy="464760"/>
                              </a:xfrm>
                              <a:prstGeom prst="line">
                                <a:avLst/>
                              </a:prstGeom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446.25pt,73.65pt" to="454.95pt,110.2pt" ID="Linie 49" stroked="t" o:allowincell="f" style="position:absolute;flip:y">
                      <v:stroke color="black" weight="1080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0" allowOverlap="1" relativeHeight="96">
                      <wp:simplePos x="0" y="0"/>
                      <wp:positionH relativeFrom="column">
                        <wp:posOffset>2250440</wp:posOffset>
                      </wp:positionH>
                      <wp:positionV relativeFrom="paragraph">
                        <wp:posOffset>2042160</wp:posOffset>
                      </wp:positionV>
                      <wp:extent cx="1040130" cy="391160"/>
                      <wp:effectExtent l="0" t="0" r="0" b="0"/>
                      <wp:wrapNone/>
                      <wp:docPr id="60" name="Form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9320" cy="3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8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Form 8" fillcolor="white" stroked="t" o:allowincell="f" style="position:absolute;margin-left:177.2pt;margin-top:160.8pt;width:81.8pt;height:30.7pt;mso-wrap-style:none;v-text-anchor:middle">
                      <v:fill o:detectmouseclick="t" color2="black"/>
                      <v:stroke color="black" weight="10800" joinstyle="round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1" relativeHeight="97">
                      <wp:simplePos x="0" y="0"/>
                      <wp:positionH relativeFrom="column">
                        <wp:posOffset>2789555</wp:posOffset>
                      </wp:positionH>
                      <wp:positionV relativeFrom="paragraph">
                        <wp:posOffset>1664335</wp:posOffset>
                      </wp:positionV>
                      <wp:extent cx="575310" cy="378460"/>
                      <wp:effectExtent l="0" t="0" r="0" b="0"/>
                      <wp:wrapNone/>
                      <wp:docPr id="61" name="Linie 5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74560" cy="378000"/>
                              </a:xfrm>
                              <a:prstGeom prst="line">
                                <a:avLst/>
                              </a:prstGeom>
                              <a:ln w="0">
                                <a:solidFill>
                                  <a:srgbClr val="000000"/>
                                </a:solidFill>
                                <a:tailEnd len="med" type="triangle" w="med"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19.65pt,131.05pt" to="264.85pt,160.75pt" ID="Linie 50" stroked="t" o:allowincell="f" style="position:absolute;flip:y">
                      <v:stroke color="black" endarrow="block" endarrowwidth="medium" endarrowlength="medium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3820160</wp:posOffset>
                  </wp:positionH>
                  <wp:positionV relativeFrom="paragraph">
                    <wp:posOffset>2263140</wp:posOffset>
                  </wp:positionV>
                  <wp:extent cx="328930" cy="632460"/>
                  <wp:effectExtent l="0" t="0" r="0" b="0"/>
                  <wp:wrapSquare wrapText="largest"/>
                  <wp:docPr id="62" name="Bild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Bild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" cy="63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posOffset>4632960</wp:posOffset>
                  </wp:positionH>
                  <wp:positionV relativeFrom="paragraph">
                    <wp:posOffset>2395220</wp:posOffset>
                  </wp:positionV>
                  <wp:extent cx="467360" cy="355600"/>
                  <wp:effectExtent l="0" t="0" r="0" b="0"/>
                  <wp:wrapSquare wrapText="largest"/>
                  <wp:docPr id="63" name="Bild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Bild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posOffset>1451610</wp:posOffset>
                  </wp:positionH>
                  <wp:positionV relativeFrom="paragraph">
                    <wp:posOffset>1793875</wp:posOffset>
                  </wp:positionV>
                  <wp:extent cx="212090" cy="139700"/>
                  <wp:effectExtent l="0" t="0" r="0" b="0"/>
                  <wp:wrapSquare wrapText="largest"/>
                  <wp:docPr id="64" name="Bild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Bild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posOffset>4148455</wp:posOffset>
                  </wp:positionH>
                  <wp:positionV relativeFrom="paragraph">
                    <wp:posOffset>2346325</wp:posOffset>
                  </wp:positionV>
                  <wp:extent cx="407670" cy="462280"/>
                  <wp:effectExtent l="0" t="0" r="0" b="0"/>
                  <wp:wrapSquare wrapText="largest"/>
                  <wp:docPr id="65" name="Bild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Bild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70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4961255</wp:posOffset>
                  </wp:positionH>
                  <wp:positionV relativeFrom="paragraph">
                    <wp:posOffset>2546350</wp:posOffset>
                  </wp:positionV>
                  <wp:extent cx="666115" cy="167005"/>
                  <wp:effectExtent l="0" t="0" r="0" b="0"/>
                  <wp:wrapSquare wrapText="largest"/>
                  <wp:docPr id="66" name="Bild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Bild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115" cy="16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posOffset>5372735</wp:posOffset>
                  </wp:positionH>
                  <wp:positionV relativeFrom="paragraph">
                    <wp:posOffset>1025525</wp:posOffset>
                  </wp:positionV>
                  <wp:extent cx="212090" cy="139700"/>
                  <wp:effectExtent l="0" t="0" r="0" b="0"/>
                  <wp:wrapSquare wrapText="largest"/>
                  <wp:docPr id="67" name="Bild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Bild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posOffset>5508625</wp:posOffset>
                  </wp:positionH>
                  <wp:positionV relativeFrom="paragraph">
                    <wp:posOffset>1261110</wp:posOffset>
                  </wp:positionV>
                  <wp:extent cx="212090" cy="139700"/>
                  <wp:effectExtent l="0" t="0" r="0" b="0"/>
                  <wp:wrapSquare wrapText="largest"/>
                  <wp:docPr id="68" name="Bild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Bild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posOffset>5046980</wp:posOffset>
                  </wp:positionH>
                  <wp:positionV relativeFrom="paragraph">
                    <wp:posOffset>1012190</wp:posOffset>
                  </wp:positionV>
                  <wp:extent cx="212090" cy="139700"/>
                  <wp:effectExtent l="0" t="0" r="0" b="0"/>
                  <wp:wrapSquare wrapText="largest"/>
                  <wp:docPr id="69" name="Bild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Bild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posOffset>4970780</wp:posOffset>
                  </wp:positionH>
                  <wp:positionV relativeFrom="paragraph">
                    <wp:posOffset>1209675</wp:posOffset>
                  </wp:positionV>
                  <wp:extent cx="212090" cy="139700"/>
                  <wp:effectExtent l="0" t="0" r="0" b="0"/>
                  <wp:wrapSquare wrapText="largest"/>
                  <wp:docPr id="70" name="Bild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Bild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posOffset>4486275</wp:posOffset>
                  </wp:positionH>
                  <wp:positionV relativeFrom="paragraph">
                    <wp:posOffset>1427480</wp:posOffset>
                  </wp:positionV>
                  <wp:extent cx="212090" cy="139700"/>
                  <wp:effectExtent l="0" t="0" r="0" b="0"/>
                  <wp:wrapSquare wrapText="largest"/>
                  <wp:docPr id="71" name="Bild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Bild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posOffset>5649595</wp:posOffset>
                  </wp:positionH>
                  <wp:positionV relativeFrom="paragraph">
                    <wp:posOffset>894080</wp:posOffset>
                  </wp:positionV>
                  <wp:extent cx="212090" cy="139700"/>
                  <wp:effectExtent l="0" t="0" r="0" b="0"/>
                  <wp:wrapSquare wrapText="largest"/>
                  <wp:docPr id="72" name="Bild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Bild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posOffset>1576070</wp:posOffset>
                  </wp:positionH>
                  <wp:positionV relativeFrom="paragraph">
                    <wp:posOffset>997585</wp:posOffset>
                  </wp:positionV>
                  <wp:extent cx="212090" cy="139700"/>
                  <wp:effectExtent l="0" t="0" r="0" b="0"/>
                  <wp:wrapSquare wrapText="largest"/>
                  <wp:docPr id="73" name="Bild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Bild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posOffset>1320165</wp:posOffset>
                  </wp:positionH>
                  <wp:positionV relativeFrom="paragraph">
                    <wp:posOffset>1226820</wp:posOffset>
                  </wp:positionV>
                  <wp:extent cx="212090" cy="139700"/>
                  <wp:effectExtent l="0" t="0" r="0" b="0"/>
                  <wp:wrapSquare wrapText="largest"/>
                  <wp:docPr id="74" name="Bild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Bild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posOffset>1299210</wp:posOffset>
                  </wp:positionH>
                  <wp:positionV relativeFrom="paragraph">
                    <wp:posOffset>783590</wp:posOffset>
                  </wp:positionV>
                  <wp:extent cx="212090" cy="139700"/>
                  <wp:effectExtent l="0" t="0" r="0" b="0"/>
                  <wp:wrapSquare wrapText="largest"/>
                  <wp:docPr id="75" name="Bild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Bild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posOffset>958850</wp:posOffset>
                  </wp:positionH>
                  <wp:positionV relativeFrom="paragraph">
                    <wp:posOffset>598170</wp:posOffset>
                  </wp:positionV>
                  <wp:extent cx="212090" cy="139700"/>
                  <wp:effectExtent l="0" t="0" r="0" b="0"/>
                  <wp:wrapSquare wrapText="largest"/>
                  <wp:docPr id="76" name="Bild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Bild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592455</wp:posOffset>
                  </wp:positionV>
                  <wp:extent cx="212090" cy="139700"/>
                  <wp:effectExtent l="0" t="0" r="0" b="0"/>
                  <wp:wrapSquare wrapText="largest"/>
                  <wp:docPr id="77" name="Bild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Bild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919480</wp:posOffset>
                  </wp:positionV>
                  <wp:extent cx="212090" cy="139700"/>
                  <wp:effectExtent l="0" t="0" r="0" b="0"/>
                  <wp:wrapSquare wrapText="largest"/>
                  <wp:docPr id="78" name="Bild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Bild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posOffset>749300</wp:posOffset>
                  </wp:positionH>
                  <wp:positionV relativeFrom="paragraph">
                    <wp:posOffset>1477645</wp:posOffset>
                  </wp:positionV>
                  <wp:extent cx="212090" cy="139700"/>
                  <wp:effectExtent l="0" t="0" r="0" b="0"/>
                  <wp:wrapSquare wrapText="largest"/>
                  <wp:docPr id="79" name="Bild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Bild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posOffset>412115</wp:posOffset>
                  </wp:positionH>
                  <wp:positionV relativeFrom="paragraph">
                    <wp:posOffset>1329055</wp:posOffset>
                  </wp:positionV>
                  <wp:extent cx="212090" cy="139700"/>
                  <wp:effectExtent l="0" t="0" r="0" b="0"/>
                  <wp:wrapSquare wrapText="largest"/>
                  <wp:docPr id="80" name="Bild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Bild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posOffset>1174115</wp:posOffset>
                  </wp:positionH>
                  <wp:positionV relativeFrom="paragraph">
                    <wp:posOffset>1638935</wp:posOffset>
                  </wp:positionV>
                  <wp:extent cx="212090" cy="139700"/>
                  <wp:effectExtent l="0" t="0" r="0" b="0"/>
                  <wp:wrapSquare wrapText="largest"/>
                  <wp:docPr id="81" name="Bild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Bild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posOffset>892810</wp:posOffset>
                  </wp:positionH>
                  <wp:positionV relativeFrom="paragraph">
                    <wp:posOffset>1058545</wp:posOffset>
                  </wp:positionV>
                  <wp:extent cx="296545" cy="303530"/>
                  <wp:effectExtent l="0" t="0" r="0" b="0"/>
                  <wp:wrapSquare wrapText="largest"/>
                  <wp:docPr id="82" name="Bild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Bild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545" cy="303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posOffset>426085</wp:posOffset>
                  </wp:positionH>
                  <wp:positionV relativeFrom="paragraph">
                    <wp:posOffset>1923415</wp:posOffset>
                  </wp:positionV>
                  <wp:extent cx="212090" cy="139700"/>
                  <wp:effectExtent l="0" t="0" r="0" b="0"/>
                  <wp:wrapSquare wrapText="largest"/>
                  <wp:docPr id="83" name="Bild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Bild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1784350</wp:posOffset>
                  </wp:positionV>
                  <wp:extent cx="212090" cy="139700"/>
                  <wp:effectExtent l="0" t="0" r="0" b="0"/>
                  <wp:wrapSquare wrapText="largest"/>
                  <wp:docPr id="84" name="Bild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Bild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1544320</wp:posOffset>
                  </wp:positionV>
                  <wp:extent cx="296545" cy="303530"/>
                  <wp:effectExtent l="0" t="0" r="0" b="0"/>
                  <wp:wrapSquare wrapText="largest"/>
                  <wp:docPr id="85" name="Bild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Bild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545" cy="303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posOffset>5775960</wp:posOffset>
                  </wp:positionH>
                  <wp:positionV relativeFrom="paragraph">
                    <wp:posOffset>1121410</wp:posOffset>
                  </wp:positionV>
                  <wp:extent cx="296545" cy="303530"/>
                  <wp:effectExtent l="0" t="0" r="0" b="0"/>
                  <wp:wrapSquare wrapText="largest"/>
                  <wp:docPr id="86" name="Bild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Bild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545" cy="303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posOffset>5285105</wp:posOffset>
                  </wp:positionH>
                  <wp:positionV relativeFrom="paragraph">
                    <wp:posOffset>345440</wp:posOffset>
                  </wp:positionV>
                  <wp:extent cx="296545" cy="303530"/>
                  <wp:effectExtent l="0" t="0" r="0" b="0"/>
                  <wp:wrapSquare wrapText="largest"/>
                  <wp:docPr id="87" name="Bild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Bild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545" cy="303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posOffset>5815965</wp:posOffset>
                  </wp:positionH>
                  <wp:positionV relativeFrom="paragraph">
                    <wp:posOffset>422910</wp:posOffset>
                  </wp:positionV>
                  <wp:extent cx="212090" cy="139700"/>
                  <wp:effectExtent l="0" t="0" r="0" b="0"/>
                  <wp:wrapSquare wrapText="largest"/>
                  <wp:docPr id="88" name="Bild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Bild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posOffset>1756410</wp:posOffset>
                  </wp:positionH>
                  <wp:positionV relativeFrom="paragraph">
                    <wp:posOffset>1233170</wp:posOffset>
                  </wp:positionV>
                  <wp:extent cx="212090" cy="139700"/>
                  <wp:effectExtent l="0" t="0" r="0" b="0"/>
                  <wp:wrapSquare wrapText="largest"/>
                  <wp:docPr id="89" name="Bild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Bild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posOffset>1756410</wp:posOffset>
                  </wp:positionH>
                  <wp:positionV relativeFrom="paragraph">
                    <wp:posOffset>1473200</wp:posOffset>
                  </wp:positionV>
                  <wp:extent cx="212090" cy="139700"/>
                  <wp:effectExtent l="0" t="0" r="0" b="0"/>
                  <wp:wrapSquare wrapText="largest"/>
                  <wp:docPr id="90" name="Bild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Bild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posOffset>2596515</wp:posOffset>
                  </wp:positionH>
                  <wp:positionV relativeFrom="paragraph">
                    <wp:posOffset>873125</wp:posOffset>
                  </wp:positionV>
                  <wp:extent cx="212090" cy="139700"/>
                  <wp:effectExtent l="0" t="0" r="0" b="0"/>
                  <wp:wrapSquare wrapText="largest"/>
                  <wp:docPr id="91" name="Bild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Bild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posOffset>4686935</wp:posOffset>
                  </wp:positionH>
                  <wp:positionV relativeFrom="paragraph">
                    <wp:posOffset>1080770</wp:posOffset>
                  </wp:positionV>
                  <wp:extent cx="212090" cy="139700"/>
                  <wp:effectExtent l="0" t="0" r="0" b="0"/>
                  <wp:wrapSquare wrapText="largest"/>
                  <wp:docPr id="92" name="Bild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Bild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3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posOffset>5408930</wp:posOffset>
                  </wp:positionH>
                  <wp:positionV relativeFrom="paragraph">
                    <wp:posOffset>2283460</wp:posOffset>
                  </wp:positionV>
                  <wp:extent cx="546735" cy="546735"/>
                  <wp:effectExtent l="0" t="0" r="0" b="0"/>
                  <wp:wrapSquare wrapText="largest"/>
                  <wp:docPr id="93" name="Bild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Bild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5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133985</wp:posOffset>
                  </wp:positionV>
                  <wp:extent cx="6110605" cy="2699385"/>
                  <wp:effectExtent l="0" t="0" r="0" b="0"/>
                  <wp:wrapSquare wrapText="largest"/>
                  <wp:docPr id="94" name="Bild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ild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 l="5640" t="6321" r="43465" b="496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0605" cy="269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Strong"/>
                <w:rFonts w:eastAsia="Calibri" w:cs="" w:ascii="Segoe Print" w:hAnsi="Segoe Print"/>
                <w:b w:val="false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Segoe Print" w:hAnsi="Segoe Print"/>
                <w:b w:val="false"/>
                <w:b w:val="false"/>
                <w:i/>
                <w:i/>
              </w:rPr>
            </w:pPr>
            <w:r>
              <w:rPr>
                <w:rStyle w:val="Strong"/>
                <w:rFonts w:ascii="PT Sans" w:hAnsi="PT Sans"/>
                <w:b w:val="false"/>
                <w:i w:val="false"/>
                <w:iCs w:val="false"/>
              </w:rPr>
              <w:t xml:space="preserve">a) </w:t>
            </w:r>
            <w:r>
              <w:rPr>
                <w:rStyle w:val="Strong"/>
                <w:rFonts w:ascii="PT Sans" w:hAnsi="PT Sans"/>
                <w:b w:val="false"/>
                <w:i w:val="false"/>
                <w:iCs w:val="false"/>
              </w:rPr>
              <w:t>Füge folgende Wörter in die Kästchen ein: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>
                <w:rFonts w:ascii="PT Sans" w:hAnsi="PT Sans"/>
                <w:b w:val="false"/>
                <w:b w:val="false"/>
                <w:i w:val="false"/>
                <w:i w:val="false"/>
                <w:iCs w:val="false"/>
              </w:rPr>
            </w:pPr>
            <w:r>
              <w:rPr>
                <w:rFonts w:ascii="PT Sans" w:hAnsi="PT Sans"/>
                <w:b w:val="false"/>
                <w:i w:val="false"/>
                <w:iCs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/>
            </w:pPr>
            <w:r>
              <w:rPr>
                <w:rStyle w:val="Strong"/>
                <w:rFonts w:ascii="PT Sans" w:hAnsi="PT Sans"/>
                <w:b w:val="false"/>
                <w:i w:val="false"/>
                <w:iCs w:val="false"/>
              </w:rPr>
              <w:t>Client     Server     Provider    Heim-Router     Router     Kabel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80" w:after="80"/>
              <w:jc w:val="left"/>
              <w:rPr/>
            </w:pPr>
            <w:r>
              <w:rPr>
                <w:rStyle w:val="Strong"/>
                <w:rFonts w:ascii="PT Sans" w:hAnsi="PT Sans"/>
                <w:b w:val="false"/>
                <w:i w:val="false"/>
                <w:iCs w:val="false"/>
              </w:rPr>
              <w:t>b) Zeichne einen möglichen Weg von Alice Anfrage an einen Server und die Antwort ein.</w:t>
            </w:r>
          </w:p>
        </w:tc>
      </w:tr>
    </w:tbl>
    <w:p>
      <w:pPr>
        <w:pStyle w:val="Normal"/>
        <w:spacing w:before="0" w:after="0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spacing w:before="0" w:after="0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spacing w:before="0" w:after="160"/>
        <w:rPr>
          <w:sz w:val="2"/>
          <w:szCs w:val="2"/>
        </w:rPr>
      </w:pPr>
      <w:r>
        <w:rPr/>
      </w:r>
    </w:p>
    <w:sectPr>
      <w:headerReference w:type="default" r:id="rId36"/>
      <w:headerReference w:type="first" r:id="rId37"/>
      <w:footerReference w:type="default" r:id="rId38"/>
      <w:footerReference w:type="first" r:id="rId39"/>
      <w:type w:val="nextPage"/>
      <w:pgSz w:w="11906" w:h="16838"/>
      <w:pgMar w:left="1077" w:right="1077" w:gutter="0" w:header="425" w:top="992" w:footer="425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PT Sans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T Sans">
    <w:charset w:val="01"/>
    <w:family w:val="swiss"/>
    <w:pitch w:val="variable"/>
  </w:font>
  <w:font w:name="Segoe Prin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>
        <w:color w:val="9FACBD"/>
        <w:sz w:val="20"/>
        <w:szCs w:val="20"/>
      </w:rPr>
    </w:pPr>
    <w:r>
      <mc:AlternateContent>
        <mc:Choice Requires="wps">
          <w:drawing>
            <wp:anchor behindDoc="1" distT="3175" distB="3175" distL="3175" distR="3175" simplePos="0" locked="0" layoutInCell="0" allowOverlap="1" relativeHeight="2" wp14:anchorId="47BA57FF">
              <wp:simplePos x="0" y="0"/>
              <wp:positionH relativeFrom="column">
                <wp:posOffset>5795645</wp:posOffset>
              </wp:positionH>
              <wp:positionV relativeFrom="paragraph">
                <wp:posOffset>-449580</wp:posOffset>
              </wp:positionV>
              <wp:extent cx="1032510" cy="238760"/>
              <wp:effectExtent l="0" t="0" r="0" b="0"/>
              <wp:wrapNone/>
              <wp:docPr id="97" name="Textfeld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031760" cy="237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ahmeninhalt"/>
                            <w:spacing w:before="0" w:after="160"/>
                            <w:rPr>
                              <w:color w:val="9FACBD"/>
                            </w:rPr>
                          </w:pPr>
                          <w:hyperlink r:id="rId1">
                            <w:r>
                              <w:rPr>
                                <w:rStyle w:val="Internetverknpfung"/>
                                <w:color w:val="9FACBD"/>
                                <w:sz w:val="18"/>
                                <w:szCs w:val="18"/>
                              </w:rPr>
                              <w:t>www.o-mathe.de</w:t>
                            </w:r>
                          </w:hyperlink>
                        </w:p>
                      </w:txbxContent>
                    </wps:txbx>
                    <wps:bodyPr anchor="t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feld 2" path="m0,0l-2147483645,0l-2147483645,-2147483646l0,-2147483646xe" stroked="f" o:allowincell="f" style="position:absolute;margin-left:456.4pt;margin-top:-35.4pt;width:81.2pt;height:18.7pt;mso-wrap-style:square;v-text-anchor:top;rotation:270" wp14:anchorId="47BA57FF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Rahmeninhalt"/>
                      <w:spacing w:before="0" w:after="160"/>
                      <w:rPr>
                        <w:color w:val="9FACBD"/>
                      </w:rPr>
                    </w:pPr>
                    <w:hyperlink r:id="rId2">
                      <w:r>
                        <w:rPr>
                          <w:rStyle w:val="Internetverknpfung"/>
                          <w:color w:val="9FACBD"/>
                          <w:sz w:val="18"/>
                          <w:szCs w:val="18"/>
                        </w:rPr>
                        <w:t>www.o-mathe.de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  <w:r>
      <w:rPr>
        <w:color w:val="9FACBD"/>
        <w:sz w:val="20"/>
        <w:szCs w:val="20"/>
      </w:rPr>
      <w:t xml:space="preserve">–  </w:t>
    </w:r>
    <w:r>
      <w:rPr>
        <w:color w:val="9FACBD"/>
        <w:sz w:val="20"/>
        <w:szCs w:val="20"/>
      </w:rPr>
      <w:fldChar w:fldCharType="begin"/>
    </w:r>
    <w:r>
      <w:rPr>
        <w:sz w:val="20"/>
        <w:szCs w:val="20"/>
        <w:color w:val="9FACBD"/>
      </w:rPr>
      <w:instrText> PAGE </w:instrText>
    </w:r>
    <w:r>
      <w:rPr>
        <w:sz w:val="20"/>
        <w:szCs w:val="20"/>
        <w:color w:val="9FACBD"/>
      </w:rPr>
      <w:fldChar w:fldCharType="separate"/>
    </w:r>
    <w:r>
      <w:rPr>
        <w:sz w:val="20"/>
        <w:szCs w:val="20"/>
        <w:color w:val="9FACBD"/>
      </w:rPr>
      <w:t>2</w:t>
    </w:r>
    <w:r>
      <w:rPr>
        <w:sz w:val="20"/>
        <w:szCs w:val="20"/>
        <w:color w:val="9FACBD"/>
      </w:rPr>
      <w:fldChar w:fldCharType="end"/>
    </w:r>
    <w:r>
      <w:rPr>
        <w:color w:val="9FACBD"/>
        <w:sz w:val="20"/>
        <w:szCs w:val="20"/>
      </w:rPr>
      <w:t xml:space="preserve">  –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>
        <w:color w:val="9FACBD"/>
        <w:sz w:val="20"/>
        <w:szCs w:val="20"/>
      </w:rPr>
    </w:pPr>
    <w:r>
      <w:rPr>
        <w:color w:val="9FACBD"/>
        <w:sz w:val="20"/>
        <w:szCs w:val="20"/>
      </w:rPr>
      <w:t xml:space="preserve">–  </w:t>
    </w:r>
    <w:r>
      <w:rPr>
        <w:color w:val="9FACBD"/>
        <w:sz w:val="20"/>
        <w:szCs w:val="20"/>
      </w:rPr>
      <w:fldChar w:fldCharType="begin"/>
    </w:r>
    <w:r>
      <w:rPr>
        <w:sz w:val="20"/>
        <w:szCs w:val="20"/>
        <w:color w:val="9FACBD"/>
      </w:rPr>
      <w:instrText> PAGE </w:instrText>
    </w:r>
    <w:r>
      <w:rPr>
        <w:sz w:val="20"/>
        <w:szCs w:val="20"/>
        <w:color w:val="9FACBD"/>
      </w:rPr>
      <w:fldChar w:fldCharType="separate"/>
    </w:r>
    <w:r>
      <w:rPr>
        <w:sz w:val="20"/>
        <w:szCs w:val="20"/>
        <w:color w:val="9FACBD"/>
      </w:rPr>
      <w:t>1</w:t>
    </w:r>
    <w:r>
      <w:rPr>
        <w:sz w:val="20"/>
        <w:szCs w:val="20"/>
        <w:color w:val="9FACBD"/>
      </w:rPr>
      <w:fldChar w:fldCharType="end"/>
    </w:r>
    <w:r>
      <w:rPr>
        <w:color w:val="9FACBD"/>
        <w:sz w:val="20"/>
        <w:szCs w:val="20"/>
      </w:rPr>
      <w:t xml:space="preserve">  –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enraster"/>
      <w:tblW w:w="9781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  <w:tblLook w:firstRow="1" w:noVBand="1" w:lastRow="0" w:firstColumn="1" w:lastColumn="0" w:noHBand="0" w:val="04a0"/>
    </w:tblPr>
    <w:tblGrid>
      <w:gridCol w:w="3400"/>
      <w:gridCol w:w="3969"/>
      <w:gridCol w:w="2412"/>
    </w:tblGrid>
    <w:tr>
      <w:trPr/>
      <w:tc>
        <w:tcPr>
          <w:tcW w:w="3400" w:type="dxa"/>
          <w:tcBorders>
            <w:top w:val="nil"/>
            <w:left w:val="nil"/>
            <w:bottom w:val="single" w:sz="8" w:space="0" w:color="0077B6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808080" w:themeColor="background1" w:themeShade="80"/>
              <w:sz w:val="20"/>
              <w:szCs w:val="20"/>
            </w:rPr>
          </w:pPr>
          <w:r>
            <w:rPr/>
            <w:drawing>
              <wp:inline distT="0" distB="0" distL="0" distR="0">
                <wp:extent cx="179705" cy="179705"/>
                <wp:effectExtent l="0" t="0" r="0" b="0"/>
                <wp:docPr id="95" name="Grafik 7" descr="C:\MAMP\htdocs\inf-schule-lokal\assets\img\logo\logo_inf-schule_nur_i_blau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" name="Grafik 7" descr="C:\MAMP\htdocs\inf-schule-lokal\assets\img\logo\logo_inf-schule_nur_i_blau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eastAsia="Calibri" w:cs=""/>
              <w:b/>
              <w:bCs/>
              <w:color w:val="808080" w:themeColor="background1" w:themeShade="80"/>
              <w:kern w:val="0"/>
              <w:sz w:val="20"/>
              <w:szCs w:val="20"/>
              <w:lang w:val="de-DE" w:eastAsia="en-US" w:bidi="ar-SA"/>
            </w:rPr>
            <w:t xml:space="preserve"> </w:t>
          </w:r>
        </w:p>
      </w:tc>
      <w:tc>
        <w:tcPr>
          <w:tcW w:w="3969" w:type="dxa"/>
          <w:tcBorders>
            <w:top w:val="nil"/>
            <w:left w:val="nil"/>
            <w:bottom w:val="single" w:sz="8" w:space="0" w:color="2C8F78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808080" w:themeColor="background1" w:themeShade="80"/>
              <w:sz w:val="20"/>
              <w:szCs w:val="20"/>
            </w:rPr>
          </w:pPr>
          <w:r>
            <w:rPr>
              <w:b/>
              <w:bCs/>
              <w:color w:val="808080" w:themeColor="background1" w:themeShade="80"/>
              <w:sz w:val="20"/>
              <w:szCs w:val="20"/>
            </w:rPr>
          </w:r>
        </w:p>
      </w:tc>
      <w:tc>
        <w:tcPr>
          <w:tcW w:w="2412" w:type="dxa"/>
          <w:tcBorders>
            <w:top w:val="nil"/>
            <w:left w:val="nil"/>
            <w:bottom w:val="single" w:sz="8" w:space="0" w:color="2C8F78"/>
            <w:right w:val="nil"/>
          </w:tcBorders>
          <w:vAlign w:val="bottom"/>
        </w:tcPr>
        <w:p>
          <w:pPr>
            <w:pStyle w:val="Kopfzeile"/>
            <w:widowControl w:val="false"/>
            <w:suppressAutoHyphens w:val="true"/>
            <w:spacing w:before="0" w:after="0"/>
            <w:jc w:val="left"/>
            <w:rPr>
              <w:color w:val="808080" w:themeColor="background1" w:themeShade="80"/>
              <w:sz w:val="20"/>
              <w:szCs w:val="20"/>
            </w:rPr>
          </w:pPr>
          <w:r>
            <w:rPr>
              <w:color w:val="808080" w:themeColor="background1" w:themeShade="80"/>
              <w:sz w:val="20"/>
              <w:szCs w:val="20"/>
            </w:rPr>
          </w:r>
        </w:p>
      </w:tc>
    </w:tr>
  </w:tbl>
  <w:p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</w:r>
  </w:p>
  <w:p>
    <w:pPr>
      <w:pStyle w:val="Kopfzeile"/>
      <w:rPr>
        <w:color w:val="808080" w:themeColor="background1" w:themeShade="80"/>
      </w:rPr>
    </w:pPr>
    <w:r>
      <w:rPr>
        <w:color w:val="808080" w:themeColor="background1" w:themeShade="8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enraster"/>
      <w:tblW w:w="9781" w:type="dxa"/>
      <w:jc w:val="left"/>
      <w:tblInd w:w="0" w:type="dxa"/>
      <w:tblLayout w:type="fixed"/>
      <w:tblCellMar>
        <w:top w:w="28" w:type="dxa"/>
        <w:left w:w="28" w:type="dxa"/>
        <w:bottom w:w="28" w:type="dxa"/>
        <w:right w:w="28" w:type="dxa"/>
      </w:tblCellMar>
      <w:tblLook w:firstRow="1" w:noVBand="1" w:lastRow="0" w:firstColumn="1" w:lastColumn="0" w:noHBand="0" w:val="04a0"/>
    </w:tblPr>
    <w:tblGrid>
      <w:gridCol w:w="5094"/>
      <w:gridCol w:w="2799"/>
      <w:gridCol w:w="1888"/>
    </w:tblGrid>
    <w:tr>
      <w:trPr/>
      <w:tc>
        <w:tcPr>
          <w:tcW w:w="5094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808080" w:themeColor="background1" w:themeShade="80"/>
            </w:rPr>
          </w:pPr>
          <w:r>
            <w:rPr/>
            <w:drawing>
              <wp:inline distT="0" distB="0" distL="0" distR="0">
                <wp:extent cx="3200400" cy="446405"/>
                <wp:effectExtent l="0" t="0" r="0" b="0"/>
                <wp:docPr id="96" name="Grafik 1" descr="C:\MAMP\htdocs\inf-schule-lokal\assets\img\logo\logo_inf-schul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6" name="Grafik 1" descr="C:\MAMP\htdocs\inf-schule-lokal\assets\img\logo\logo_inf-schul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0400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99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0077B6" w:themeColor="accent1"/>
            </w:rPr>
          </w:pPr>
          <w:r>
            <w:rPr>
              <w:b/>
              <w:bCs/>
              <w:color w:val="0077B6" w:themeColor="accent1"/>
            </w:rPr>
          </w:r>
        </w:p>
      </w:tc>
      <w:tc>
        <w:tcPr>
          <w:tcW w:w="1888" w:type="dxa"/>
          <w:vMerge w:val="restart"/>
          <w:tcBorders>
            <w:top w:val="nil"/>
            <w:left w:val="nil"/>
            <w:bottom w:val="single" w:sz="8" w:space="0" w:color="44546A"/>
            <w:right w:val="nil"/>
          </w:tcBorders>
          <w:vAlign w:val="bottom"/>
        </w:tcPr>
        <w:p>
          <w:pPr>
            <w:pStyle w:val="Kopfzeile"/>
            <w:widowControl w:val="false"/>
            <w:suppressAutoHyphens w:val="true"/>
            <w:spacing w:before="0" w:after="0"/>
            <w:jc w:val="left"/>
            <w:rPr>
              <w:color w:val="0077B6" w:themeColor="accent1"/>
              <w:sz w:val="20"/>
              <w:szCs w:val="20"/>
            </w:rPr>
          </w:pPr>
          <w:r>
            <w:rPr>
              <w:rFonts w:eastAsia="Calibri" w:cs=""/>
              <w:color w:val="0077B6" w:themeColor="accent1"/>
              <w:kern w:val="0"/>
              <w:sz w:val="20"/>
              <w:szCs w:val="20"/>
              <w:lang w:val="de-DE" w:eastAsia="en-US" w:bidi="ar-SA"/>
            </w:rPr>
            <w:t>Datum:</w:t>
          </w:r>
        </w:p>
      </w:tc>
    </w:tr>
    <w:tr>
      <w:trPr/>
      <w:tc>
        <w:tcPr>
          <w:tcW w:w="5094" w:type="dxa"/>
          <w:tcBorders>
            <w:top w:val="nil"/>
            <w:left w:val="nil"/>
            <w:bottom w:val="single" w:sz="8" w:space="0" w:color="0077B6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rFonts w:ascii="PT Sans" w:hAnsi="PT Sans" w:eastAsia="Calibri" w:cs=""/>
              <w:color w:val="0077B6" w:themeColor="accent1"/>
              <w:kern w:val="0"/>
              <w:sz w:val="19"/>
              <w:szCs w:val="19"/>
              <w:lang w:val="de-DE" w:eastAsia="en-US" w:bidi="ar-SA"/>
            </w:rPr>
          </w:pPr>
          <w:r>
            <w:rPr>
              <w:rFonts w:eastAsia="Calibri" w:cs=""/>
              <w:color w:val="0077B6" w:themeColor="accent1"/>
              <w:kern w:val="0"/>
              <w:sz w:val="19"/>
              <w:szCs w:val="19"/>
              <w:lang w:val="de-DE" w:eastAsia="en-US" w:bidi="ar-SA"/>
            </w:rPr>
            <w:t xml:space="preserve">Netzwerke – Das Internet </w:t>
          </w:r>
        </w:p>
      </w:tc>
      <w:tc>
        <w:tcPr>
          <w:tcW w:w="2799" w:type="dxa"/>
          <w:tcBorders>
            <w:top w:val="nil"/>
            <w:left w:val="nil"/>
            <w:bottom w:val="single" w:sz="8" w:space="0" w:color="44546A"/>
            <w:right w:val="nil"/>
          </w:tcBorders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b/>
              <w:b/>
              <w:bCs/>
              <w:color w:val="0077B6" w:themeColor="accent1"/>
              <w:sz w:val="19"/>
              <w:szCs w:val="19"/>
            </w:rPr>
          </w:pPr>
          <w:r>
            <w:rPr>
              <w:b/>
              <w:bCs/>
              <w:color w:val="0077B6" w:themeColor="accent1"/>
              <w:sz w:val="19"/>
              <w:szCs w:val="19"/>
            </w:rPr>
          </w:r>
        </w:p>
      </w:tc>
      <w:tc>
        <w:tcPr>
          <w:tcW w:w="1888" w:type="dxa"/>
          <w:vMerge w:val="continue"/>
          <w:tcBorders>
            <w:top w:val="nil"/>
            <w:left w:val="nil"/>
            <w:bottom w:val="single" w:sz="8" w:space="0" w:color="44546A"/>
            <w:right w:val="nil"/>
          </w:tcBorders>
          <w:vAlign w:val="bottom"/>
        </w:tcPr>
        <w:p>
          <w:pPr>
            <w:pStyle w:val="Kopfzeile"/>
            <w:widowControl w:val="false"/>
            <w:tabs>
              <w:tab w:val="clear" w:pos="9072"/>
              <w:tab w:val="center" w:pos="4536" w:leader="none"/>
            </w:tabs>
            <w:suppressAutoHyphens w:val="true"/>
            <w:spacing w:before="0" w:after="0"/>
            <w:jc w:val="left"/>
            <w:rPr>
              <w:color w:val="0077B6" w:themeColor="accent1"/>
            </w:rPr>
          </w:pPr>
          <w:r>
            <w:rPr>
              <w:color w:val="0077B6" w:themeColor="accent1"/>
            </w:rPr>
          </w:r>
        </w:p>
      </w:tc>
    </w:tr>
  </w:tbl>
  <w:p>
    <w:pPr>
      <w:pStyle w:val="Kopfzeile"/>
      <w:rPr>
        <w:color w:val="44546A" w:themeColor="text2"/>
      </w:rPr>
    </w:pPr>
    <w:r>
      <w:rPr>
        <w:color w:val="44546A" w:themeColor="text2"/>
      </w:rPr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779d8"/>
    <w:pPr>
      <w:widowControl/>
      <w:suppressAutoHyphens w:val="true"/>
      <w:bidi w:val="0"/>
      <w:spacing w:lineRule="auto" w:line="259" w:before="0" w:after="160"/>
      <w:jc w:val="left"/>
    </w:pPr>
    <w:rPr>
      <w:rFonts w:ascii="PT Sans" w:hAnsi="PT Sans" w:eastAsia="Calibri" w:cs="" w:cstheme="minorBidi" w:eastAsiaTheme="minorHAnsi"/>
      <w:color w:val="auto"/>
      <w:kern w:val="0"/>
      <w:sz w:val="22"/>
      <w:szCs w:val="22"/>
      <w:lang w:val="de-DE" w:eastAsia="en-US" w:bidi="ar-SA"/>
    </w:rPr>
  </w:style>
  <w:style w:type="paragraph" w:styleId="Berschrift1">
    <w:name w:val="Heading 1"/>
    <w:basedOn w:val="Normal"/>
    <w:next w:val="Normal"/>
    <w:link w:val="berschrift1Zchn"/>
    <w:uiPriority w:val="9"/>
    <w:qFormat/>
    <w:rsid w:val="0054410f"/>
    <w:pPr>
      <w:keepNext w:val="true"/>
      <w:keepLines/>
      <w:spacing w:before="240" w:after="0"/>
      <w:outlineLvl w:val="0"/>
    </w:pPr>
    <w:rPr>
      <w:rFonts w:eastAsia="" w:cs="Calibri" w:cstheme="minorHAnsi" w:eastAsiaTheme="majorEastAsia"/>
      <w:b/>
      <w:bCs/>
      <w:color w:val="0077B6" w:themeColor="accent1"/>
      <w:sz w:val="28"/>
      <w:szCs w:val="32"/>
    </w:rPr>
  </w:style>
  <w:style w:type="paragraph" w:styleId="Berschrift2">
    <w:name w:val="Heading 2"/>
    <w:basedOn w:val="Normal"/>
    <w:next w:val="Normal"/>
    <w:link w:val="berschrift2Zchn"/>
    <w:uiPriority w:val="9"/>
    <w:unhideWhenUsed/>
    <w:qFormat/>
    <w:rsid w:val="00ce1f62"/>
    <w:pPr>
      <w:keepNext w:val="true"/>
      <w:keepLines/>
      <w:spacing w:lineRule="auto" w:line="264" w:before="120" w:after="0"/>
      <w:outlineLvl w:val="1"/>
    </w:pPr>
    <w:rPr>
      <w:rFonts w:eastAsia="" w:cs="" w:cstheme="majorBidi" w:eastAsiaTheme="majorEastAsia"/>
      <w:b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elZchn" w:customStyle="1">
    <w:name w:val="Titel Zchn"/>
    <w:basedOn w:val="DefaultParagraphFont"/>
    <w:link w:val="Titel"/>
    <w:uiPriority w:val="10"/>
    <w:qFormat/>
    <w:rsid w:val="00d779d8"/>
    <w:rPr>
      <w:rFonts w:ascii="PT Sans" w:hAnsi="PT Sans" w:eastAsia="" w:cs="Calibri Light" w:cstheme="majorHAnsi" w:eastAsiaTheme="majorEastAsia"/>
      <w:spacing w:val="5"/>
      <w:kern w:val="2"/>
      <w:sz w:val="52"/>
      <w:szCs w:val="52"/>
    </w:rPr>
  </w:style>
  <w:style w:type="character" w:styleId="KopfzeileZchn" w:customStyle="1">
    <w:name w:val="Kopfzeile Zchn"/>
    <w:basedOn w:val="DefaultParagraphFont"/>
    <w:link w:val="Kopfzeile"/>
    <w:uiPriority w:val="99"/>
    <w:qFormat/>
    <w:rsid w:val="00b371ba"/>
    <w:rPr/>
  </w:style>
  <w:style w:type="character" w:styleId="FuzeileZchn" w:customStyle="1">
    <w:name w:val="Fußzeile Zchn"/>
    <w:basedOn w:val="DefaultParagraphFont"/>
    <w:link w:val="Fuzeile"/>
    <w:uiPriority w:val="99"/>
    <w:qFormat/>
    <w:rsid w:val="00b371ba"/>
    <w:rPr/>
  </w:style>
  <w:style w:type="character" w:styleId="UntertitelZchn" w:customStyle="1">
    <w:name w:val="Untertitel Zchn"/>
    <w:basedOn w:val="DefaultParagraphFont"/>
    <w:link w:val="Untertitel"/>
    <w:uiPriority w:val="11"/>
    <w:qFormat/>
    <w:rsid w:val="00ce1f62"/>
    <w:rPr>
      <w:rFonts w:eastAsia="" w:eastAsiaTheme="minorEastAsia"/>
      <w:i/>
      <w:spacing w:val="10"/>
      <w:sz w:val="20"/>
    </w:rPr>
  </w:style>
  <w:style w:type="character" w:styleId="Berschrift1Zchn" w:customStyle="1">
    <w:name w:val="Überschrift 1 Zchn"/>
    <w:basedOn w:val="DefaultParagraphFont"/>
    <w:link w:val="berschrift1"/>
    <w:uiPriority w:val="9"/>
    <w:qFormat/>
    <w:rsid w:val="0054410f"/>
    <w:rPr>
      <w:rFonts w:ascii="PT Sans" w:hAnsi="PT Sans" w:eastAsia="" w:cs="Calibri" w:cstheme="minorHAnsi" w:eastAsiaTheme="majorEastAsia"/>
      <w:b/>
      <w:bCs/>
      <w:color w:val="0077B6" w:themeColor="accent1"/>
      <w:sz w:val="28"/>
      <w:szCs w:val="32"/>
    </w:rPr>
  </w:style>
  <w:style w:type="character" w:styleId="Berschrift2Zchn" w:customStyle="1">
    <w:name w:val="Überschrift 2 Zchn"/>
    <w:basedOn w:val="DefaultParagraphFont"/>
    <w:link w:val="berschrift2"/>
    <w:uiPriority w:val="9"/>
    <w:qFormat/>
    <w:rsid w:val="00ce1f62"/>
    <w:rPr>
      <w:rFonts w:eastAsia="" w:cs="" w:cstheme="majorBidi" w:eastAsiaTheme="majorEastAsia"/>
      <w:b/>
      <w:szCs w:val="26"/>
    </w:rPr>
  </w:style>
  <w:style w:type="character" w:styleId="FunotentextZchn" w:customStyle="1">
    <w:name w:val="Fußnotentext Zchn"/>
    <w:basedOn w:val="DefaultParagraphFont"/>
    <w:link w:val="Funotentext"/>
    <w:uiPriority w:val="99"/>
    <w:qFormat/>
    <w:rsid w:val="002c6af5"/>
    <w:rPr>
      <w:rFonts w:ascii="PT Sans" w:hAnsi="PT Sans"/>
      <w:sz w:val="20"/>
      <w:szCs w:val="20"/>
    </w:rPr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f44e50"/>
    <w:rPr>
      <w:vertAlign w:val="superscript"/>
    </w:rPr>
  </w:style>
  <w:style w:type="character" w:styleId="Internetverknpfung">
    <w:name w:val="Internetverknüpfung"/>
    <w:basedOn w:val="DefaultParagraphFont"/>
    <w:uiPriority w:val="99"/>
    <w:unhideWhenUsed/>
    <w:qFormat/>
    <w:rsid w:val="009b3178"/>
    <w:rPr>
      <w:i/>
      <w:color w:val="007FBB"/>
      <w:u w:val="non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ce1f62"/>
    <w:rPr>
      <w:color w:val="605E5C"/>
      <w:shd w:fill="E1DFDD" w:val="clear"/>
    </w:rPr>
  </w:style>
  <w:style w:type="character" w:styleId="PlaceholderText">
    <w:name w:val="Placeholder Text"/>
    <w:basedOn w:val="DefaultParagraphFont"/>
    <w:uiPriority w:val="99"/>
    <w:semiHidden/>
    <w:qFormat/>
    <w:rsid w:val="002c6af5"/>
    <w:rPr>
      <w:color w:val="808080"/>
    </w:rPr>
  </w:style>
  <w:style w:type="character" w:styleId="ZielKastenZchn" w:customStyle="1">
    <w:name w:val="Ziel-Kasten Zchn"/>
    <w:basedOn w:val="DefaultParagraphFont"/>
    <w:link w:val="Ziel-Kasten"/>
    <w:qFormat/>
    <w:rsid w:val="003704fb"/>
    <w:rPr>
      <w:rFonts w:ascii="PT Sans" w:hAnsi="PT Sans"/>
      <w:color w:val="0077B6" w:themeColor="accent1"/>
      <w:shd w:fill="7BD1FF" w:val="clear"/>
    </w:rPr>
  </w:style>
  <w:style w:type="character" w:styleId="Strong">
    <w:name w:val="Strong"/>
    <w:basedOn w:val="DefaultParagraphFont"/>
    <w:uiPriority w:val="22"/>
    <w:qFormat/>
    <w:rsid w:val="006e5310"/>
    <w:rPr>
      <w:b/>
      <w:bCs/>
    </w:rPr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a63d17"/>
    <w:rPr>
      <w:rFonts w:ascii="Segoe UI" w:hAnsi="Segoe UI" w:cs="Segoe UI"/>
      <w:sz w:val="18"/>
      <w:szCs w:val="18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el">
    <w:name w:val="Title"/>
    <w:basedOn w:val="Normal"/>
    <w:next w:val="Normal"/>
    <w:link w:val="TitelZchn"/>
    <w:uiPriority w:val="10"/>
    <w:qFormat/>
    <w:rsid w:val="00d779d8"/>
    <w:pPr>
      <w:pBdr>
        <w:bottom w:val="single" w:sz="4" w:space="1" w:color="808080"/>
      </w:pBdr>
      <w:spacing w:lineRule="auto" w:line="240" w:before="0" w:after="0"/>
      <w:contextualSpacing/>
    </w:pPr>
    <w:rPr>
      <w:rFonts w:eastAsia="" w:cs="Calibri Light" w:cstheme="majorHAnsi" w:eastAsiaTheme="majorEastAsia"/>
      <w:spacing w:val="5"/>
      <w:kern w:val="2"/>
      <w:sz w:val="52"/>
      <w:szCs w:val="52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b371b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unhideWhenUsed/>
    <w:rsid w:val="00b371b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Untertitel">
    <w:name w:val="Subtitle"/>
    <w:basedOn w:val="Normal"/>
    <w:next w:val="Normal"/>
    <w:link w:val="UntertitelZchn"/>
    <w:uiPriority w:val="11"/>
    <w:qFormat/>
    <w:rsid w:val="00ce1f62"/>
    <w:pPr>
      <w:jc w:val="right"/>
    </w:pPr>
    <w:rPr>
      <w:rFonts w:eastAsia="" w:eastAsiaTheme="minorEastAsia"/>
      <w:i/>
      <w:spacing w:val="10"/>
      <w:sz w:val="20"/>
    </w:rPr>
  </w:style>
  <w:style w:type="paragraph" w:styleId="NoSpacing">
    <w:name w:val="No Spacing"/>
    <w:uiPriority w:val="1"/>
    <w:qFormat/>
    <w:rsid w:val="00d779d8"/>
    <w:pPr>
      <w:widowControl/>
      <w:suppressAutoHyphens w:val="true"/>
      <w:bidi w:val="0"/>
      <w:spacing w:lineRule="auto" w:line="240" w:before="0" w:after="0"/>
      <w:jc w:val="left"/>
    </w:pPr>
    <w:rPr>
      <w:rFonts w:ascii="PT Sans" w:hAnsi="PT Sans" w:eastAsia="Calibri" w:cs="" w:cstheme="minorBidi" w:eastAsiaTheme="minorHAnsi"/>
      <w:color w:val="auto"/>
      <w:kern w:val="0"/>
      <w:sz w:val="22"/>
      <w:szCs w:val="22"/>
      <w:lang w:val="de-DE" w:eastAsia="en-US" w:bidi="ar-SA"/>
    </w:rPr>
  </w:style>
  <w:style w:type="paragraph" w:styleId="Text" w:customStyle="1">
    <w:name w:val="Text"/>
    <w:basedOn w:val="NoSpacing"/>
    <w:qFormat/>
    <w:rsid w:val="00d779d8"/>
    <w:pPr>
      <w:spacing w:lineRule="auto" w:line="264" w:before="60" w:after="60"/>
      <w:jc w:val="both"/>
    </w:pPr>
    <w:rPr/>
  </w:style>
  <w:style w:type="paragraph" w:styleId="Funote">
    <w:name w:val="Footnote Text"/>
    <w:basedOn w:val="Normal"/>
    <w:link w:val="FunotentextZchn"/>
    <w:uiPriority w:val="99"/>
    <w:unhideWhenUsed/>
    <w:rsid w:val="002c6af5"/>
    <w:pPr>
      <w:tabs>
        <w:tab w:val="clear" w:pos="708"/>
        <w:tab w:val="left" w:pos="284" w:leader="none"/>
      </w:tabs>
      <w:spacing w:lineRule="auto" w:line="240" w:before="0" w:after="0"/>
      <w:ind w:left="284" w:hanging="284"/>
    </w:pPr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5a4c16"/>
    <w:pPr>
      <w:spacing w:lineRule="auto" w:line="240" w:beforeAutospacing="1" w:afterAutospacing="1"/>
    </w:pPr>
    <w:rPr>
      <w:rFonts w:ascii="Times New Roman" w:hAnsi="Times New Roman" w:eastAsia="" w:cs="Times New Roman" w:eastAsiaTheme="minorEastAsia"/>
      <w:sz w:val="24"/>
      <w:szCs w:val="24"/>
      <w:lang w:eastAsia="de-DE"/>
    </w:rPr>
  </w:style>
  <w:style w:type="paragraph" w:styleId="ZielKasten" w:customStyle="1">
    <w:name w:val="Ziel-Kasten"/>
    <w:basedOn w:val="Normal"/>
    <w:link w:val="Ziel-KastenZchn"/>
    <w:qFormat/>
    <w:rsid w:val="003704fb"/>
    <w:pPr>
      <w:shd w:val="clear" w:color="auto" w:fill="7BD1FF" w:themeFill="accent1" w:themeFillTint="66"/>
    </w:pPr>
    <w:rPr>
      <w:color w:val="0077B6" w:themeColor="accent1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a63d1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57638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28" w:type="dxa"/>
        <w:bottom w:w="28" w:type="dxa"/>
      </w:tblCellMar>
    </w:tblPr>
  </w:style>
  <w:style w:type="table" w:styleId="TabellemithellemGitternetz">
    <w:name w:val="Grid Table Light"/>
    <w:basedOn w:val="NormaleTabelle"/>
    <w:uiPriority w:val="40"/>
    <w:rsid w:val="005a4c16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1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1.png"/><Relationship Id="rId9" Type="http://schemas.openxmlformats.org/officeDocument/2006/relationships/image" Target="media/image1.png"/><Relationship Id="rId10" Type="http://schemas.openxmlformats.org/officeDocument/2006/relationships/image" Target="media/image1.png"/><Relationship Id="rId11" Type="http://schemas.openxmlformats.org/officeDocument/2006/relationships/image" Target="media/image1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1.png"/><Relationship Id="rId15" Type="http://schemas.openxmlformats.org/officeDocument/2006/relationships/image" Target="media/image1.png"/><Relationship Id="rId16" Type="http://schemas.openxmlformats.org/officeDocument/2006/relationships/image" Target="media/image1.png"/><Relationship Id="rId17" Type="http://schemas.openxmlformats.org/officeDocument/2006/relationships/image" Target="media/image1.png"/><Relationship Id="rId18" Type="http://schemas.openxmlformats.org/officeDocument/2006/relationships/image" Target="media/image1.png"/><Relationship Id="rId19" Type="http://schemas.openxmlformats.org/officeDocument/2006/relationships/image" Target="media/image1.png"/><Relationship Id="rId20" Type="http://schemas.openxmlformats.org/officeDocument/2006/relationships/image" Target="media/image1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6.png"/><Relationship Id="rId24" Type="http://schemas.openxmlformats.org/officeDocument/2006/relationships/image" Target="media/image1.png"/><Relationship Id="rId25" Type="http://schemas.openxmlformats.org/officeDocument/2006/relationships/image" Target="media/image1.png"/><Relationship Id="rId26" Type="http://schemas.openxmlformats.org/officeDocument/2006/relationships/image" Target="media/image6.png"/><Relationship Id="rId27" Type="http://schemas.openxmlformats.org/officeDocument/2006/relationships/image" Target="media/image6.png"/><Relationship Id="rId28" Type="http://schemas.openxmlformats.org/officeDocument/2006/relationships/image" Target="media/image6.png"/><Relationship Id="rId29" Type="http://schemas.openxmlformats.org/officeDocument/2006/relationships/image" Target="media/image1.png"/><Relationship Id="rId30" Type="http://schemas.openxmlformats.org/officeDocument/2006/relationships/image" Target="media/image1.png"/><Relationship Id="rId31" Type="http://schemas.openxmlformats.org/officeDocument/2006/relationships/image" Target="media/image1.png"/><Relationship Id="rId32" Type="http://schemas.openxmlformats.org/officeDocument/2006/relationships/image" Target="media/image1.png"/><Relationship Id="rId33" Type="http://schemas.openxmlformats.org/officeDocument/2006/relationships/image" Target="media/image1.png"/><Relationship Id="rId34" Type="http://schemas.openxmlformats.org/officeDocument/2006/relationships/image" Target="media/image7.png"/><Relationship Id="rId35" Type="http://schemas.openxmlformats.org/officeDocument/2006/relationships/image" Target="media/image8.png"/><Relationship Id="rId36" Type="http://schemas.openxmlformats.org/officeDocument/2006/relationships/header" Target="header1.xml"/><Relationship Id="rId37" Type="http://schemas.openxmlformats.org/officeDocument/2006/relationships/header" Target="header2.xml"/><Relationship Id="rId38" Type="http://schemas.openxmlformats.org/officeDocument/2006/relationships/footer" Target="footer1.xml"/><Relationship Id="rId39" Type="http://schemas.openxmlformats.org/officeDocument/2006/relationships/footer" Target="footer2.xml"/><Relationship Id="rId40" Type="http://schemas.openxmlformats.org/officeDocument/2006/relationships/fontTable" Target="fontTable.xml"/><Relationship Id="rId41" Type="http://schemas.openxmlformats.org/officeDocument/2006/relationships/settings" Target="settings.xml"/><Relationship Id="rId42" Type="http://schemas.openxmlformats.org/officeDocument/2006/relationships/theme" Target="theme/theme1.xml"/><Relationship Id="rId43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o-mathe.de/" TargetMode="External"/><Relationship Id="rId2" Type="http://schemas.openxmlformats.org/officeDocument/2006/relationships/hyperlink" Target="http://www.o-mathe.de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9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0.png"/>
</Relationships>
</file>

<file path=word/theme/theme1.xml><?xml version="1.0" encoding="utf-8"?>
<a:theme xmlns:a="http://schemas.openxmlformats.org/drawingml/2006/main" name="Office">
  <a:themeElements>
    <a:clrScheme name="inf-schu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7B6"/>
      </a:accent1>
      <a:accent2>
        <a:srgbClr val="B82929"/>
      </a:accent2>
      <a:accent3>
        <a:srgbClr val="F5F5F5"/>
      </a:accent3>
      <a:accent4>
        <a:srgbClr val="66B8A0"/>
      </a:accent4>
      <a:accent5>
        <a:srgbClr val="FCCB00"/>
      </a:accent5>
      <a:accent6>
        <a:srgbClr val="A5A5A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75333-2D0B-4C67-BC01-1C2A16D2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o-mathe Vorlage Arbeitsblatt.dotx</Template>
  <TotalTime>13</TotalTime>
  <Application>LibreOffice/7.2.0.4$Windows_X86_64 LibreOffice_project/9a9c6381e3f7a62afc1329bd359cc48accb6435b</Application>
  <AppVersion>15.0000</AppVersion>
  <Pages>1</Pages>
  <Words>60</Words>
  <Characters>348</Characters>
  <CharactersWithSpaces>425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2022-07-12T18:50:00Z</dcterms:created>
  <dc:creator>www.inf-schule.de</dc:creator>
  <dc:description/>
  <dc:language>de-DE</dc:language>
  <cp:lastModifiedBy/>
  <cp:lastPrinted>2022-11-09T19:25:00Z</cp:lastPrinted>
  <dcterms:modified xsi:type="dcterms:W3CDTF">2024-03-08T11:59:09Z</dcterms:modified>
  <cp:revision>10</cp:revision>
  <dc:subject/>
  <dc:title>Zuordnungs- und zustandsbasierte Systeme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